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3D3" w:rsidRPr="00574A18" w:rsidRDefault="002103D3" w:rsidP="002103D3">
      <w:pPr>
        <w:pStyle w:val="a9"/>
        <w:tabs>
          <w:tab w:val="right" w:pos="9328"/>
        </w:tabs>
        <w:spacing w:line="276" w:lineRule="auto"/>
        <w:ind w:right="27"/>
        <w:rPr>
          <w:rFonts w:ascii="PT Astra Serif" w:hAnsi="PT Astra Serif"/>
          <w:sz w:val="24"/>
        </w:rPr>
      </w:pPr>
      <w:r w:rsidRPr="00574A18">
        <w:rPr>
          <w:rFonts w:ascii="PT Astra Serif" w:hAnsi="PT Astra Serif"/>
          <w:sz w:val="24"/>
        </w:rPr>
        <w:t>НОВОСИБИРСКАЯ ОБЛАСТЬ  ТАТАРСКИЙ РАЙОН</w:t>
      </w:r>
    </w:p>
    <w:p w:rsidR="002103D3" w:rsidRPr="00574A18" w:rsidRDefault="002103D3" w:rsidP="002103D3">
      <w:pPr>
        <w:pStyle w:val="a9"/>
        <w:tabs>
          <w:tab w:val="right" w:pos="9328"/>
        </w:tabs>
        <w:spacing w:line="276" w:lineRule="auto"/>
        <w:ind w:right="27"/>
        <w:rPr>
          <w:rFonts w:ascii="PT Astra Serif" w:hAnsi="PT Astra Serif"/>
          <w:bCs w:val="0"/>
          <w:sz w:val="24"/>
        </w:rPr>
      </w:pPr>
      <w:r w:rsidRPr="00574A18">
        <w:rPr>
          <w:rFonts w:ascii="PT Astra Serif" w:hAnsi="PT Astra Serif"/>
          <w:sz w:val="24"/>
        </w:rPr>
        <w:t>АДМИНИСТРАЦИЯ НОВОМИХАЙЛОВСКОГО СЕЛЬСОВЕТА</w:t>
      </w:r>
    </w:p>
    <w:p w:rsidR="002103D3" w:rsidRPr="00574A18" w:rsidRDefault="00B5431D" w:rsidP="002103D3">
      <w:pPr>
        <w:pStyle w:val="a9"/>
        <w:tabs>
          <w:tab w:val="right" w:pos="9328"/>
        </w:tabs>
        <w:spacing w:line="276" w:lineRule="auto"/>
        <w:ind w:right="27"/>
        <w:rPr>
          <w:rFonts w:ascii="PT Astra Serif" w:hAnsi="PT Astra Serif"/>
          <w:bCs w:val="0"/>
          <w:sz w:val="24"/>
        </w:rPr>
      </w:pPr>
      <w:r w:rsidRPr="00B5431D">
        <w:rPr>
          <w:rFonts w:ascii="PT Astra Serif" w:hAnsi="PT Astra Serif"/>
          <w:b w:val="0"/>
          <w:bCs w:val="0"/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1pt;margin-top:1.45pt;width:478.5pt;height:.05pt;z-index:251657728" o:connectortype="straight" strokeweight="1pt">
            <o:extrusion v:ext="view" backdepth="0" on="t"/>
          </v:shape>
        </w:pict>
      </w:r>
    </w:p>
    <w:p w:rsidR="002103D3" w:rsidRPr="00574A18" w:rsidRDefault="002103D3" w:rsidP="002103D3">
      <w:pPr>
        <w:pStyle w:val="a9"/>
        <w:tabs>
          <w:tab w:val="right" w:pos="9328"/>
        </w:tabs>
        <w:spacing w:line="276" w:lineRule="auto"/>
        <w:ind w:right="27"/>
        <w:rPr>
          <w:rFonts w:ascii="PT Astra Serif" w:hAnsi="PT Astra Serif"/>
          <w:bCs w:val="0"/>
          <w:sz w:val="24"/>
        </w:rPr>
      </w:pPr>
    </w:p>
    <w:p w:rsidR="002103D3" w:rsidRPr="00574A18" w:rsidRDefault="002103D3" w:rsidP="002103D3">
      <w:pPr>
        <w:pStyle w:val="a9"/>
        <w:tabs>
          <w:tab w:val="right" w:pos="9328"/>
        </w:tabs>
        <w:spacing w:line="276" w:lineRule="auto"/>
        <w:ind w:right="27"/>
        <w:rPr>
          <w:rFonts w:ascii="PT Astra Serif" w:hAnsi="PT Astra Serif"/>
          <w:bCs w:val="0"/>
          <w:sz w:val="24"/>
        </w:rPr>
      </w:pPr>
      <w:r w:rsidRPr="00574A18">
        <w:rPr>
          <w:rFonts w:ascii="PT Astra Serif" w:hAnsi="PT Astra Serif"/>
          <w:bCs w:val="0"/>
          <w:sz w:val="24"/>
        </w:rPr>
        <w:t xml:space="preserve"> ПОСТАНОВЛЕНИЕ</w:t>
      </w:r>
    </w:p>
    <w:tbl>
      <w:tblPr>
        <w:tblpPr w:leftFromText="180" w:rightFromText="180" w:vertAnchor="text" w:horzAnchor="margin" w:tblpX="40" w:tblpY="585"/>
        <w:tblW w:w="9898" w:type="dxa"/>
        <w:tblLook w:val="04A0"/>
      </w:tblPr>
      <w:tblGrid>
        <w:gridCol w:w="533"/>
        <w:gridCol w:w="1137"/>
        <w:gridCol w:w="1133"/>
        <w:gridCol w:w="5520"/>
        <w:gridCol w:w="849"/>
        <w:gridCol w:w="726"/>
      </w:tblGrid>
      <w:tr w:rsidR="00044F2C" w:rsidRPr="00574A18">
        <w:trPr>
          <w:trHeight w:val="382"/>
        </w:trPr>
        <w:tc>
          <w:tcPr>
            <w:tcW w:w="534" w:type="dxa"/>
            <w:vAlign w:val="center"/>
          </w:tcPr>
          <w:p w:rsidR="00B07DDC" w:rsidRPr="00574A18" w:rsidRDefault="00A8714A" w:rsidP="00EA5646">
            <w:pPr>
              <w:spacing w:after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74A18">
              <w:rPr>
                <w:rFonts w:ascii="PT Astra Serif" w:hAnsi="PT Astra Serif"/>
                <w:b/>
                <w:sz w:val="24"/>
                <w:szCs w:val="24"/>
              </w:rPr>
              <w:t>25</w:t>
            </w:r>
          </w:p>
        </w:tc>
        <w:tc>
          <w:tcPr>
            <w:tcW w:w="1133" w:type="dxa"/>
            <w:vAlign w:val="center"/>
          </w:tcPr>
          <w:p w:rsidR="00B07DDC" w:rsidRPr="00574A18" w:rsidRDefault="00A8714A" w:rsidP="00A8714A">
            <w:pPr>
              <w:spacing w:after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74A18">
              <w:rPr>
                <w:rFonts w:ascii="PT Astra Serif" w:hAnsi="PT Astra Serif"/>
                <w:b/>
                <w:sz w:val="24"/>
                <w:szCs w:val="24"/>
              </w:rPr>
              <w:t>феврал</w:t>
            </w:r>
            <w:r w:rsidR="00B45D73" w:rsidRPr="00574A18">
              <w:rPr>
                <w:rFonts w:ascii="PT Astra Serif" w:hAnsi="PT Astra Serif"/>
                <w:b/>
                <w:sz w:val="24"/>
                <w:szCs w:val="24"/>
              </w:rPr>
              <w:t>я</w:t>
            </w:r>
          </w:p>
        </w:tc>
        <w:tc>
          <w:tcPr>
            <w:tcW w:w="1133" w:type="dxa"/>
            <w:vAlign w:val="center"/>
          </w:tcPr>
          <w:p w:rsidR="00B07DDC" w:rsidRPr="00574A18" w:rsidRDefault="00B07DDC" w:rsidP="00A8714A">
            <w:pPr>
              <w:spacing w:after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74A18">
              <w:rPr>
                <w:rFonts w:ascii="PT Astra Serif" w:hAnsi="PT Astra Serif"/>
                <w:b/>
                <w:sz w:val="24"/>
                <w:szCs w:val="24"/>
              </w:rPr>
              <w:t>20</w:t>
            </w:r>
            <w:r w:rsidR="00DD6E60" w:rsidRPr="00574A18">
              <w:rPr>
                <w:rFonts w:ascii="PT Astra Serif" w:hAnsi="PT Astra Serif"/>
                <w:b/>
                <w:sz w:val="24"/>
                <w:szCs w:val="24"/>
              </w:rPr>
              <w:t>1</w:t>
            </w:r>
            <w:r w:rsidR="00A8714A" w:rsidRPr="00574A18">
              <w:rPr>
                <w:rFonts w:ascii="PT Astra Serif" w:hAnsi="PT Astra Serif"/>
                <w:b/>
                <w:sz w:val="24"/>
                <w:szCs w:val="24"/>
              </w:rPr>
              <w:t>9</w:t>
            </w:r>
            <w:r w:rsidRPr="00574A18">
              <w:rPr>
                <w:rFonts w:ascii="PT Astra Serif" w:hAnsi="PT Astra Serif"/>
                <w:b/>
                <w:sz w:val="24"/>
                <w:szCs w:val="24"/>
              </w:rPr>
              <w:t xml:space="preserve"> г</w:t>
            </w:r>
          </w:p>
        </w:tc>
        <w:tc>
          <w:tcPr>
            <w:tcW w:w="5523" w:type="dxa"/>
            <w:vAlign w:val="center"/>
          </w:tcPr>
          <w:p w:rsidR="00B07DDC" w:rsidRPr="00574A18" w:rsidRDefault="00B07DDC" w:rsidP="00E57525">
            <w:pPr>
              <w:spacing w:after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B07DDC" w:rsidRPr="00574A18" w:rsidRDefault="00B07DDC" w:rsidP="00E57525">
            <w:pPr>
              <w:spacing w:after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74A18">
              <w:rPr>
                <w:rFonts w:ascii="PT Astra Serif" w:hAnsi="PT Astra Serif"/>
                <w:b/>
                <w:sz w:val="24"/>
                <w:szCs w:val="24"/>
              </w:rPr>
              <w:t>№</w:t>
            </w:r>
          </w:p>
        </w:tc>
        <w:tc>
          <w:tcPr>
            <w:tcW w:w="726" w:type="dxa"/>
            <w:vAlign w:val="center"/>
          </w:tcPr>
          <w:p w:rsidR="00B07DDC" w:rsidRPr="00574A18" w:rsidRDefault="00A8714A" w:rsidP="00A41DDF">
            <w:pPr>
              <w:spacing w:after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74A18">
              <w:rPr>
                <w:rFonts w:ascii="PT Astra Serif" w:hAnsi="PT Astra Serif"/>
                <w:b/>
                <w:sz w:val="24"/>
                <w:szCs w:val="24"/>
              </w:rPr>
              <w:t>16</w:t>
            </w:r>
          </w:p>
        </w:tc>
      </w:tr>
    </w:tbl>
    <w:p w:rsidR="00BE72CA" w:rsidRPr="00574A18" w:rsidRDefault="00574A18" w:rsidP="00574A18">
      <w:pPr>
        <w:pStyle w:val="p3"/>
        <w:shd w:val="clear" w:color="auto" w:fill="FFFFFF"/>
        <w:spacing w:before="120" w:beforeAutospacing="0"/>
        <w:jc w:val="center"/>
        <w:rPr>
          <w:rFonts w:ascii="PT Astra Serif" w:hAnsi="PT Astra Serif"/>
          <w:b/>
          <w:i/>
          <w:color w:val="000000"/>
        </w:rPr>
      </w:pPr>
      <w:r w:rsidRPr="00574A18">
        <w:rPr>
          <w:rFonts w:ascii="PT Astra Serif" w:hAnsi="PT Astra Serif"/>
        </w:rPr>
        <w:t>с. Новомихайловка</w:t>
      </w:r>
    </w:p>
    <w:p w:rsidR="00D213C5" w:rsidRPr="00574A18" w:rsidRDefault="00D213C5" w:rsidP="00574A18">
      <w:pPr>
        <w:spacing w:before="100" w:beforeAutospacing="1" w:after="100" w:afterAutospacing="1" w:line="240" w:lineRule="auto"/>
        <w:jc w:val="center"/>
        <w:rPr>
          <w:rFonts w:ascii="PT Astra Serif" w:eastAsia="Times New Roman" w:hAnsi="PT Astra Serif"/>
          <w:b/>
          <w:sz w:val="24"/>
          <w:szCs w:val="24"/>
        </w:rPr>
      </w:pPr>
      <w:r w:rsidRPr="00574A18">
        <w:rPr>
          <w:rFonts w:ascii="PT Astra Serif" w:eastAsia="Times New Roman" w:hAnsi="PT Astra Serif"/>
          <w:b/>
          <w:bCs/>
          <w:sz w:val="24"/>
          <w:szCs w:val="24"/>
        </w:rPr>
        <w:t xml:space="preserve">Об утверждении Программы </w:t>
      </w:r>
      <w:r w:rsidRPr="00574A18">
        <w:rPr>
          <w:rFonts w:ascii="PT Astra Serif" w:eastAsia="Times New Roman" w:hAnsi="PT Astra Serif"/>
          <w:b/>
          <w:sz w:val="24"/>
          <w:szCs w:val="24"/>
        </w:rPr>
        <w:t xml:space="preserve">профилактики нарушений </w:t>
      </w:r>
      <w:r w:rsidR="00574A18">
        <w:rPr>
          <w:rFonts w:ascii="PT Astra Serif" w:eastAsia="Times New Roman" w:hAnsi="PT Astra Serif"/>
          <w:b/>
          <w:sz w:val="24"/>
          <w:szCs w:val="24"/>
        </w:rPr>
        <w:t xml:space="preserve">                                                    </w:t>
      </w:r>
      <w:r w:rsidRPr="00574A18">
        <w:rPr>
          <w:rFonts w:ascii="PT Astra Serif" w:eastAsia="Times New Roman" w:hAnsi="PT Astra Serif"/>
          <w:b/>
          <w:sz w:val="24"/>
          <w:szCs w:val="24"/>
        </w:rPr>
        <w:t xml:space="preserve">обязательных требований законодательства, </w:t>
      </w:r>
      <w:r w:rsidR="00574A18">
        <w:rPr>
          <w:rFonts w:ascii="PT Astra Serif" w:eastAsia="Times New Roman" w:hAnsi="PT Astra Serif"/>
          <w:b/>
          <w:sz w:val="24"/>
          <w:szCs w:val="24"/>
        </w:rPr>
        <w:t xml:space="preserve">                                                                         </w:t>
      </w:r>
      <w:r w:rsidRPr="00574A18">
        <w:rPr>
          <w:rFonts w:ascii="PT Astra Serif" w:eastAsia="Times New Roman" w:hAnsi="PT Astra Serif"/>
          <w:b/>
          <w:sz w:val="24"/>
          <w:szCs w:val="24"/>
        </w:rPr>
        <w:t xml:space="preserve">осуществляемой органом муниципального контроля - </w:t>
      </w:r>
      <w:r w:rsidR="00574A18">
        <w:rPr>
          <w:rFonts w:ascii="PT Astra Serif" w:eastAsia="Times New Roman" w:hAnsi="PT Astra Serif"/>
          <w:b/>
          <w:sz w:val="24"/>
          <w:szCs w:val="24"/>
        </w:rPr>
        <w:t xml:space="preserve">                                                   </w:t>
      </w:r>
      <w:r w:rsidRPr="00574A18">
        <w:rPr>
          <w:rFonts w:ascii="PT Astra Serif" w:eastAsia="Times New Roman" w:hAnsi="PT Astra Serif"/>
          <w:b/>
          <w:sz w:val="24"/>
          <w:szCs w:val="24"/>
        </w:rPr>
        <w:t>администрацией</w:t>
      </w:r>
      <w:r w:rsidR="00574A18">
        <w:rPr>
          <w:rFonts w:ascii="PT Astra Serif" w:eastAsia="Times New Roman" w:hAnsi="PT Astra Serif"/>
          <w:b/>
          <w:sz w:val="24"/>
          <w:szCs w:val="24"/>
        </w:rPr>
        <w:t xml:space="preserve"> </w:t>
      </w:r>
      <w:r w:rsidRPr="00574A18">
        <w:rPr>
          <w:rFonts w:ascii="PT Astra Serif" w:eastAsia="Times New Roman" w:hAnsi="PT Astra Serif"/>
          <w:b/>
          <w:bCs/>
          <w:sz w:val="24"/>
          <w:szCs w:val="24"/>
        </w:rPr>
        <w:t xml:space="preserve">Новомихайловского сельсовета </w:t>
      </w:r>
      <w:r w:rsidR="00574A18">
        <w:rPr>
          <w:rFonts w:ascii="PT Astra Serif" w:eastAsia="Times New Roman" w:hAnsi="PT Astra Serif"/>
          <w:b/>
          <w:bCs/>
          <w:sz w:val="24"/>
          <w:szCs w:val="24"/>
        </w:rPr>
        <w:t xml:space="preserve">                                                                       </w:t>
      </w:r>
      <w:r w:rsidRPr="00574A18">
        <w:rPr>
          <w:rFonts w:ascii="PT Astra Serif" w:eastAsia="Times New Roman" w:hAnsi="PT Astra Serif"/>
          <w:b/>
          <w:bCs/>
          <w:sz w:val="24"/>
          <w:szCs w:val="24"/>
        </w:rPr>
        <w:t>Татарского района Новосибирской области в 201</w:t>
      </w:r>
      <w:r w:rsidR="00574A18">
        <w:rPr>
          <w:rFonts w:ascii="PT Astra Serif" w:eastAsia="Times New Roman" w:hAnsi="PT Astra Serif"/>
          <w:b/>
          <w:bCs/>
          <w:sz w:val="24"/>
          <w:szCs w:val="24"/>
        </w:rPr>
        <w:t>9</w:t>
      </w:r>
      <w:r w:rsidRPr="00574A18">
        <w:rPr>
          <w:rFonts w:ascii="PT Astra Serif" w:eastAsia="Times New Roman" w:hAnsi="PT Astra Serif"/>
          <w:b/>
          <w:bCs/>
          <w:sz w:val="24"/>
          <w:szCs w:val="24"/>
        </w:rPr>
        <w:t xml:space="preserve"> году</w:t>
      </w:r>
    </w:p>
    <w:p w:rsidR="00574A18" w:rsidRDefault="00574A18" w:rsidP="00D213C5">
      <w:pPr>
        <w:spacing w:before="100" w:beforeAutospacing="1" w:after="100" w:afterAutospacing="1" w:line="240" w:lineRule="auto"/>
        <w:jc w:val="both"/>
        <w:rPr>
          <w:rFonts w:ascii="PT Astra Serif" w:eastAsia="Times New Roman" w:hAnsi="PT Astra Serif"/>
          <w:sz w:val="24"/>
          <w:szCs w:val="24"/>
        </w:rPr>
      </w:pPr>
      <w:r>
        <w:rPr>
          <w:rFonts w:ascii="PT Astra Serif" w:eastAsia="Times New Roman" w:hAnsi="PT Astra Serif"/>
          <w:sz w:val="24"/>
          <w:szCs w:val="24"/>
        </w:rPr>
        <w:t xml:space="preserve">    </w:t>
      </w:r>
    </w:p>
    <w:p w:rsidR="00574A18" w:rsidRDefault="00574A18" w:rsidP="00D213C5">
      <w:pPr>
        <w:spacing w:before="100" w:beforeAutospacing="1" w:after="100" w:afterAutospacing="1" w:line="240" w:lineRule="auto"/>
        <w:jc w:val="both"/>
        <w:rPr>
          <w:rFonts w:ascii="PT Astra Serif" w:eastAsia="Times New Roman" w:hAnsi="PT Astra Serif"/>
          <w:sz w:val="24"/>
          <w:szCs w:val="24"/>
        </w:rPr>
      </w:pPr>
    </w:p>
    <w:p w:rsidR="00574A18" w:rsidRDefault="00574A18" w:rsidP="00D213C5">
      <w:pPr>
        <w:spacing w:before="100" w:beforeAutospacing="1" w:after="100" w:afterAutospacing="1" w:line="240" w:lineRule="auto"/>
        <w:jc w:val="both"/>
        <w:rPr>
          <w:rFonts w:ascii="PT Astra Serif" w:eastAsia="Times New Roman" w:hAnsi="PT Astra Serif"/>
          <w:bCs/>
          <w:sz w:val="24"/>
          <w:szCs w:val="24"/>
        </w:rPr>
      </w:pPr>
      <w:r>
        <w:rPr>
          <w:rFonts w:ascii="PT Astra Serif" w:eastAsia="Times New Roman" w:hAnsi="PT Astra Serif"/>
          <w:sz w:val="24"/>
          <w:szCs w:val="24"/>
        </w:rPr>
        <w:t xml:space="preserve">       </w:t>
      </w:r>
      <w:r w:rsidR="00D213C5" w:rsidRPr="00574A18">
        <w:rPr>
          <w:rFonts w:ascii="PT Astra Serif" w:eastAsia="Times New Roman" w:hAnsi="PT Astra Serif"/>
          <w:sz w:val="24"/>
          <w:szCs w:val="24"/>
        </w:rPr>
        <w:t xml:space="preserve">В соответствии с частью 1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Уставом </w:t>
      </w:r>
      <w:r w:rsidR="00D213C5" w:rsidRPr="00574A18">
        <w:rPr>
          <w:rFonts w:ascii="PT Astra Serif" w:eastAsia="Times New Roman" w:hAnsi="PT Astra Serif"/>
          <w:bCs/>
          <w:sz w:val="24"/>
          <w:szCs w:val="24"/>
        </w:rPr>
        <w:t>Новомихайловского сельсовета</w:t>
      </w:r>
      <w:r w:rsidR="00D213C5" w:rsidRPr="00574A18">
        <w:rPr>
          <w:rFonts w:ascii="PT Astra Serif" w:eastAsia="Times New Roman" w:hAnsi="PT Astra Serif"/>
          <w:sz w:val="24"/>
          <w:szCs w:val="24"/>
        </w:rPr>
        <w:t xml:space="preserve">, администрация </w:t>
      </w:r>
      <w:r w:rsidR="00D213C5" w:rsidRPr="00574A18">
        <w:rPr>
          <w:rFonts w:ascii="PT Astra Serif" w:eastAsia="Times New Roman" w:hAnsi="PT Astra Serif"/>
          <w:bCs/>
          <w:sz w:val="24"/>
          <w:szCs w:val="24"/>
        </w:rPr>
        <w:t>Новомихайловского сельсовета Татарского района Новосибирской области</w:t>
      </w:r>
    </w:p>
    <w:p w:rsidR="00D213C5" w:rsidRPr="00574A18" w:rsidRDefault="00574A18" w:rsidP="00574A18">
      <w:pPr>
        <w:spacing w:before="100" w:beforeAutospacing="1" w:after="100" w:afterAutospacing="1" w:line="240" w:lineRule="auto"/>
        <w:jc w:val="center"/>
        <w:rPr>
          <w:rFonts w:ascii="PT Astra Serif" w:eastAsia="Times New Roman" w:hAnsi="PT Astra Serif"/>
          <w:sz w:val="24"/>
          <w:szCs w:val="24"/>
        </w:rPr>
      </w:pPr>
      <w:r>
        <w:rPr>
          <w:rFonts w:ascii="PT Astra Serif" w:eastAsia="Times New Roman" w:hAnsi="PT Astra Serif"/>
          <w:b/>
          <w:bCs/>
          <w:sz w:val="24"/>
          <w:szCs w:val="24"/>
        </w:rPr>
        <w:t>ПОСТАНОВЛЯЕТ:</w:t>
      </w:r>
    </w:p>
    <w:p w:rsidR="00A8714A" w:rsidRPr="00574A18" w:rsidRDefault="00A8714A" w:rsidP="00574A18">
      <w:pPr>
        <w:spacing w:before="100" w:beforeAutospacing="1" w:after="100" w:afterAutospacing="1" w:line="240" w:lineRule="auto"/>
        <w:jc w:val="both"/>
        <w:rPr>
          <w:rFonts w:ascii="PT Astra Serif" w:eastAsia="Times New Roman" w:hAnsi="PT Astra Serif"/>
          <w:sz w:val="24"/>
          <w:szCs w:val="24"/>
        </w:rPr>
      </w:pPr>
      <w:r w:rsidRPr="00574A18">
        <w:rPr>
          <w:rFonts w:ascii="PT Astra Serif" w:eastAsia="Times New Roman" w:hAnsi="PT Astra Serif"/>
          <w:sz w:val="24"/>
          <w:szCs w:val="24"/>
        </w:rPr>
        <w:t xml:space="preserve">1. Утвердить программу профилактики нарушений в рамках осуществления муниципального контроля на 2019 год (Приложение № 1). </w:t>
      </w:r>
    </w:p>
    <w:p w:rsidR="00A8714A" w:rsidRPr="00574A18" w:rsidRDefault="00A8714A" w:rsidP="00574A18">
      <w:pPr>
        <w:spacing w:before="100" w:beforeAutospacing="1" w:after="100" w:afterAutospacing="1" w:line="240" w:lineRule="auto"/>
        <w:jc w:val="both"/>
        <w:rPr>
          <w:rFonts w:ascii="PT Astra Serif" w:eastAsia="Times New Roman" w:hAnsi="PT Astra Serif"/>
          <w:sz w:val="24"/>
          <w:szCs w:val="24"/>
        </w:rPr>
      </w:pPr>
      <w:r w:rsidRPr="00574A18">
        <w:rPr>
          <w:rFonts w:ascii="PT Astra Serif" w:eastAsia="Times New Roman" w:hAnsi="PT Astra Serif"/>
          <w:sz w:val="24"/>
          <w:szCs w:val="24"/>
        </w:rPr>
        <w:t xml:space="preserve">2. Утвердить план мероприятий по профилактике нарушений в рамках осуществления муниципального контроля на 2019 год (Приложение № 2). </w:t>
      </w:r>
    </w:p>
    <w:p w:rsidR="00A8714A" w:rsidRPr="00574A18" w:rsidRDefault="00A8714A" w:rsidP="00574A18">
      <w:pPr>
        <w:spacing w:before="100" w:beforeAutospacing="1" w:after="100" w:afterAutospacing="1" w:line="240" w:lineRule="auto"/>
        <w:jc w:val="both"/>
        <w:rPr>
          <w:rFonts w:ascii="PT Astra Serif" w:eastAsia="Times New Roman" w:hAnsi="PT Astra Serif"/>
          <w:sz w:val="24"/>
          <w:szCs w:val="24"/>
        </w:rPr>
      </w:pPr>
      <w:r w:rsidRPr="00574A18">
        <w:rPr>
          <w:rFonts w:ascii="PT Astra Serif" w:eastAsia="Times New Roman" w:hAnsi="PT Astra Serif"/>
          <w:sz w:val="24"/>
          <w:szCs w:val="24"/>
        </w:rPr>
        <w:t>3. Настоящее постановление разместить на официальном сайте Администрации Новомихайловского сельсовета  в сети «Интернет»</w:t>
      </w:r>
      <w:r w:rsidR="00574A18">
        <w:rPr>
          <w:rFonts w:ascii="PT Astra Serif" w:eastAsia="Times New Roman" w:hAnsi="PT Astra Serif"/>
          <w:sz w:val="24"/>
          <w:szCs w:val="24"/>
        </w:rPr>
        <w:t xml:space="preserve"> и опубликовать в «Новомихайловском вестнике»</w:t>
      </w:r>
      <w:r w:rsidRPr="00574A18">
        <w:rPr>
          <w:rFonts w:ascii="PT Astra Serif" w:eastAsia="Times New Roman" w:hAnsi="PT Astra Serif"/>
          <w:sz w:val="24"/>
          <w:szCs w:val="24"/>
        </w:rPr>
        <w:t xml:space="preserve">. </w:t>
      </w:r>
    </w:p>
    <w:p w:rsidR="00D213C5" w:rsidRPr="00574A18" w:rsidRDefault="00A8714A" w:rsidP="00574A18">
      <w:pPr>
        <w:spacing w:before="100" w:beforeAutospacing="1" w:after="100" w:afterAutospacing="1" w:line="240" w:lineRule="auto"/>
        <w:jc w:val="both"/>
        <w:rPr>
          <w:rFonts w:ascii="PT Astra Serif" w:eastAsia="Times New Roman" w:hAnsi="PT Astra Serif"/>
          <w:sz w:val="24"/>
          <w:szCs w:val="24"/>
        </w:rPr>
      </w:pPr>
      <w:r w:rsidRPr="00574A18">
        <w:rPr>
          <w:rFonts w:ascii="PT Astra Serif" w:eastAsia="Times New Roman" w:hAnsi="PT Astra Serif"/>
          <w:sz w:val="24"/>
          <w:szCs w:val="24"/>
        </w:rPr>
        <w:t>4. Контроль над исполнением настоящего постановления оставляю за собой</w:t>
      </w:r>
    </w:p>
    <w:p w:rsidR="00574A18" w:rsidRDefault="00574A18" w:rsidP="00A60224">
      <w:pPr>
        <w:spacing w:after="0" w:line="240" w:lineRule="auto"/>
        <w:rPr>
          <w:rFonts w:ascii="PT Astra Serif" w:eastAsia="Times New Roman" w:hAnsi="PT Astra Serif"/>
          <w:sz w:val="24"/>
          <w:szCs w:val="24"/>
        </w:rPr>
      </w:pPr>
      <w:r>
        <w:rPr>
          <w:rFonts w:ascii="PT Astra Serif" w:eastAsia="Times New Roman" w:hAnsi="PT Astra Serif"/>
          <w:sz w:val="24"/>
          <w:szCs w:val="24"/>
        </w:rPr>
        <w:t xml:space="preserve">   </w:t>
      </w:r>
    </w:p>
    <w:p w:rsidR="00574A18" w:rsidRDefault="00574A18" w:rsidP="00A60224">
      <w:pPr>
        <w:spacing w:after="0" w:line="240" w:lineRule="auto"/>
        <w:rPr>
          <w:rFonts w:ascii="PT Astra Serif" w:eastAsia="Times New Roman" w:hAnsi="PT Astra Serif"/>
          <w:sz w:val="24"/>
          <w:szCs w:val="24"/>
        </w:rPr>
      </w:pPr>
    </w:p>
    <w:p w:rsidR="00A60224" w:rsidRPr="00574A18" w:rsidRDefault="00574A18" w:rsidP="00A60224">
      <w:pPr>
        <w:spacing w:after="0" w:line="240" w:lineRule="auto"/>
        <w:rPr>
          <w:rFonts w:ascii="PT Astra Serif" w:eastAsia="Times New Roman" w:hAnsi="PT Astra Serif"/>
          <w:bCs/>
          <w:sz w:val="24"/>
          <w:szCs w:val="24"/>
        </w:rPr>
      </w:pPr>
      <w:r>
        <w:rPr>
          <w:rFonts w:ascii="PT Astra Serif" w:eastAsia="Times New Roman" w:hAnsi="PT Astra Serif"/>
          <w:sz w:val="24"/>
          <w:szCs w:val="24"/>
        </w:rPr>
        <w:t xml:space="preserve">   </w:t>
      </w:r>
      <w:r w:rsidR="00A60224" w:rsidRPr="00574A18">
        <w:rPr>
          <w:rFonts w:ascii="PT Astra Serif" w:eastAsia="Times New Roman" w:hAnsi="PT Astra Serif"/>
          <w:sz w:val="24"/>
          <w:szCs w:val="24"/>
        </w:rPr>
        <w:t xml:space="preserve">Глава </w:t>
      </w:r>
      <w:r w:rsidR="00A60224" w:rsidRPr="00574A18">
        <w:rPr>
          <w:rFonts w:ascii="PT Astra Serif" w:eastAsia="Times New Roman" w:hAnsi="PT Astra Serif"/>
          <w:bCs/>
          <w:sz w:val="24"/>
          <w:szCs w:val="24"/>
        </w:rPr>
        <w:t xml:space="preserve">Новомихайловского сельсовета </w:t>
      </w:r>
    </w:p>
    <w:p w:rsidR="00D213C5" w:rsidRPr="00574A18" w:rsidRDefault="00A60224" w:rsidP="00A60224">
      <w:pPr>
        <w:spacing w:after="0" w:line="240" w:lineRule="auto"/>
        <w:rPr>
          <w:rFonts w:ascii="PT Astra Serif" w:eastAsia="Times New Roman" w:hAnsi="PT Astra Serif"/>
          <w:sz w:val="24"/>
          <w:szCs w:val="24"/>
        </w:rPr>
      </w:pPr>
      <w:r w:rsidRPr="00574A18">
        <w:rPr>
          <w:rFonts w:ascii="PT Astra Serif" w:eastAsia="Times New Roman" w:hAnsi="PT Astra Serif"/>
          <w:bCs/>
          <w:sz w:val="24"/>
          <w:szCs w:val="24"/>
        </w:rPr>
        <w:t xml:space="preserve">Татарского района Новосибирской области                    </w:t>
      </w:r>
      <w:r w:rsidR="00574A18">
        <w:rPr>
          <w:rFonts w:ascii="PT Astra Serif" w:eastAsia="Times New Roman" w:hAnsi="PT Astra Serif"/>
          <w:bCs/>
          <w:sz w:val="24"/>
          <w:szCs w:val="24"/>
        </w:rPr>
        <w:t xml:space="preserve">                              </w:t>
      </w:r>
      <w:r w:rsidRPr="00574A18">
        <w:rPr>
          <w:rFonts w:ascii="PT Astra Serif" w:eastAsia="Times New Roman" w:hAnsi="PT Astra Serif"/>
          <w:bCs/>
          <w:sz w:val="24"/>
          <w:szCs w:val="24"/>
        </w:rPr>
        <w:t>Н.В.Гладышева</w:t>
      </w:r>
    </w:p>
    <w:p w:rsidR="00D213C5" w:rsidRPr="00574A18" w:rsidRDefault="00D213C5" w:rsidP="00A60224">
      <w:pPr>
        <w:spacing w:after="0" w:line="240" w:lineRule="auto"/>
        <w:rPr>
          <w:rFonts w:ascii="PT Astra Serif" w:eastAsia="Times New Roman" w:hAnsi="PT Astra Serif"/>
          <w:sz w:val="24"/>
          <w:szCs w:val="24"/>
        </w:rPr>
      </w:pPr>
    </w:p>
    <w:p w:rsidR="00A60224" w:rsidRPr="00574A18" w:rsidRDefault="00A60224" w:rsidP="00D213C5">
      <w:pPr>
        <w:spacing w:before="100" w:beforeAutospacing="1" w:after="100" w:afterAutospacing="1" w:line="240" w:lineRule="auto"/>
        <w:rPr>
          <w:rFonts w:ascii="PT Astra Serif" w:eastAsia="Times New Roman" w:hAnsi="PT Astra Serif"/>
          <w:sz w:val="24"/>
          <w:szCs w:val="24"/>
        </w:rPr>
      </w:pPr>
    </w:p>
    <w:p w:rsidR="00A60224" w:rsidRPr="00574A18" w:rsidRDefault="00A60224" w:rsidP="00D213C5">
      <w:pPr>
        <w:spacing w:before="100" w:beforeAutospacing="1" w:after="100" w:afterAutospacing="1" w:line="240" w:lineRule="auto"/>
        <w:rPr>
          <w:rFonts w:ascii="PT Astra Serif" w:eastAsia="Times New Roman" w:hAnsi="PT Astra Serif"/>
          <w:sz w:val="24"/>
          <w:szCs w:val="24"/>
        </w:rPr>
      </w:pPr>
    </w:p>
    <w:p w:rsidR="00A8714A" w:rsidRPr="00574A18" w:rsidRDefault="00A8714A" w:rsidP="00D213C5">
      <w:pPr>
        <w:spacing w:before="100" w:beforeAutospacing="1" w:after="100" w:afterAutospacing="1" w:line="240" w:lineRule="auto"/>
        <w:rPr>
          <w:rFonts w:ascii="PT Astra Serif" w:eastAsia="Times New Roman" w:hAnsi="PT Astra Serif"/>
          <w:sz w:val="24"/>
          <w:szCs w:val="24"/>
        </w:rPr>
      </w:pPr>
    </w:p>
    <w:p w:rsidR="00A8714A" w:rsidRPr="00574A18" w:rsidRDefault="00A8714A" w:rsidP="00D213C5">
      <w:pPr>
        <w:spacing w:before="100" w:beforeAutospacing="1" w:after="100" w:afterAutospacing="1" w:line="240" w:lineRule="auto"/>
        <w:rPr>
          <w:rFonts w:ascii="PT Astra Serif" w:eastAsia="Times New Roman" w:hAnsi="PT Astra Serif"/>
          <w:sz w:val="24"/>
          <w:szCs w:val="24"/>
        </w:rPr>
      </w:pPr>
    </w:p>
    <w:p w:rsidR="00A8714A" w:rsidRPr="00574A18" w:rsidRDefault="00A8714A" w:rsidP="00A8714A">
      <w:pPr>
        <w:spacing w:after="0" w:line="240" w:lineRule="auto"/>
        <w:jc w:val="right"/>
        <w:rPr>
          <w:rFonts w:ascii="PT Astra Serif" w:eastAsia="Times New Roman" w:hAnsi="PT Astra Serif"/>
          <w:sz w:val="24"/>
          <w:szCs w:val="24"/>
        </w:rPr>
      </w:pPr>
      <w:r w:rsidRPr="00574A18">
        <w:rPr>
          <w:rFonts w:ascii="PT Astra Serif" w:eastAsia="Times New Roman" w:hAnsi="PT Astra Serif"/>
          <w:sz w:val="24"/>
          <w:szCs w:val="24"/>
        </w:rPr>
        <w:lastRenderedPageBreak/>
        <w:t xml:space="preserve">Приложение № 1 </w:t>
      </w:r>
    </w:p>
    <w:p w:rsidR="00A60224" w:rsidRPr="00574A18" w:rsidRDefault="00A8714A" w:rsidP="00A8714A">
      <w:pPr>
        <w:spacing w:after="0" w:line="240" w:lineRule="auto"/>
        <w:jc w:val="right"/>
        <w:rPr>
          <w:rFonts w:ascii="PT Astra Serif" w:eastAsia="Times New Roman" w:hAnsi="PT Astra Serif"/>
          <w:sz w:val="24"/>
          <w:szCs w:val="24"/>
        </w:rPr>
      </w:pPr>
      <w:r w:rsidRPr="00574A18">
        <w:rPr>
          <w:rFonts w:ascii="PT Astra Serif" w:eastAsia="Times New Roman" w:hAnsi="PT Astra Serif"/>
          <w:sz w:val="24"/>
          <w:szCs w:val="24"/>
        </w:rPr>
        <w:t xml:space="preserve">к постановлению </w:t>
      </w:r>
      <w:r w:rsidR="00574A18">
        <w:rPr>
          <w:rFonts w:ascii="PT Astra Serif" w:eastAsia="Times New Roman" w:hAnsi="PT Astra Serif"/>
          <w:sz w:val="24"/>
          <w:szCs w:val="24"/>
        </w:rPr>
        <w:t>а</w:t>
      </w:r>
      <w:r w:rsidRPr="00574A18">
        <w:rPr>
          <w:rFonts w:ascii="PT Astra Serif" w:eastAsia="Times New Roman" w:hAnsi="PT Astra Serif"/>
          <w:sz w:val="24"/>
          <w:szCs w:val="24"/>
        </w:rPr>
        <w:t>дминистрации</w:t>
      </w:r>
    </w:p>
    <w:p w:rsidR="00A8714A" w:rsidRPr="00574A18" w:rsidRDefault="00A8714A" w:rsidP="00A8714A">
      <w:pPr>
        <w:spacing w:after="0" w:line="240" w:lineRule="auto"/>
        <w:jc w:val="right"/>
        <w:rPr>
          <w:rFonts w:ascii="PT Astra Serif" w:eastAsia="Times New Roman" w:hAnsi="PT Astra Serif"/>
          <w:sz w:val="24"/>
          <w:szCs w:val="24"/>
        </w:rPr>
      </w:pPr>
      <w:r w:rsidRPr="00574A18">
        <w:rPr>
          <w:rFonts w:ascii="PT Astra Serif" w:eastAsia="Times New Roman" w:hAnsi="PT Astra Serif"/>
          <w:sz w:val="24"/>
          <w:szCs w:val="24"/>
        </w:rPr>
        <w:t>Новомихайловского сельсовета</w:t>
      </w:r>
    </w:p>
    <w:p w:rsidR="00574A18" w:rsidRDefault="00A8714A" w:rsidP="00A8714A">
      <w:pPr>
        <w:spacing w:after="0" w:line="240" w:lineRule="auto"/>
        <w:jc w:val="right"/>
        <w:rPr>
          <w:rFonts w:ascii="PT Astra Serif" w:eastAsia="Times New Roman" w:hAnsi="PT Astra Serif"/>
          <w:sz w:val="24"/>
          <w:szCs w:val="24"/>
        </w:rPr>
      </w:pPr>
      <w:r w:rsidRPr="00574A18">
        <w:rPr>
          <w:rFonts w:ascii="PT Astra Serif" w:eastAsia="Times New Roman" w:hAnsi="PT Astra Serif"/>
          <w:sz w:val="24"/>
          <w:szCs w:val="24"/>
        </w:rPr>
        <w:t xml:space="preserve"> Татарского района </w:t>
      </w:r>
    </w:p>
    <w:p w:rsidR="00A8714A" w:rsidRPr="00574A18" w:rsidRDefault="00A8714A" w:rsidP="00A8714A">
      <w:pPr>
        <w:spacing w:after="0" w:line="240" w:lineRule="auto"/>
        <w:jc w:val="right"/>
        <w:rPr>
          <w:rFonts w:ascii="PT Astra Serif" w:eastAsia="Times New Roman" w:hAnsi="PT Astra Serif"/>
          <w:sz w:val="24"/>
          <w:szCs w:val="24"/>
        </w:rPr>
      </w:pPr>
      <w:r w:rsidRPr="00574A18">
        <w:rPr>
          <w:rFonts w:ascii="PT Astra Serif" w:eastAsia="Times New Roman" w:hAnsi="PT Astra Serif"/>
          <w:sz w:val="24"/>
          <w:szCs w:val="24"/>
        </w:rPr>
        <w:t xml:space="preserve">Новосибирской области </w:t>
      </w:r>
    </w:p>
    <w:p w:rsidR="00A8714A" w:rsidRPr="00574A18" w:rsidRDefault="00A8714A" w:rsidP="00A8714A">
      <w:pPr>
        <w:spacing w:after="0" w:line="240" w:lineRule="auto"/>
        <w:jc w:val="right"/>
        <w:rPr>
          <w:rFonts w:ascii="PT Astra Serif" w:eastAsia="Times New Roman" w:hAnsi="PT Astra Serif"/>
          <w:sz w:val="24"/>
          <w:szCs w:val="24"/>
        </w:rPr>
      </w:pPr>
      <w:r w:rsidRPr="00574A18">
        <w:rPr>
          <w:rFonts w:ascii="PT Astra Serif" w:eastAsia="Times New Roman" w:hAnsi="PT Astra Serif"/>
          <w:sz w:val="24"/>
          <w:szCs w:val="24"/>
        </w:rPr>
        <w:t>от 25.02.2019г. №16</w:t>
      </w:r>
    </w:p>
    <w:p w:rsidR="00A8714A" w:rsidRPr="00574A18" w:rsidRDefault="00A8714A" w:rsidP="00A8714A">
      <w:pPr>
        <w:spacing w:before="100" w:beforeAutospacing="1" w:after="100" w:afterAutospacing="1" w:line="240" w:lineRule="auto"/>
        <w:jc w:val="center"/>
        <w:rPr>
          <w:rFonts w:ascii="PT Astra Serif" w:eastAsia="Times New Roman" w:hAnsi="PT Astra Serif"/>
          <w:b/>
          <w:sz w:val="24"/>
          <w:szCs w:val="24"/>
        </w:rPr>
      </w:pPr>
      <w:r w:rsidRPr="00574A18">
        <w:rPr>
          <w:rFonts w:ascii="PT Astra Serif" w:eastAsia="Times New Roman" w:hAnsi="PT Astra Serif"/>
          <w:b/>
          <w:sz w:val="24"/>
          <w:szCs w:val="24"/>
        </w:rPr>
        <w:t xml:space="preserve">Программа профилактики нарушений </w:t>
      </w:r>
      <w:r w:rsidR="00574A18">
        <w:rPr>
          <w:rFonts w:ascii="PT Astra Serif" w:eastAsia="Times New Roman" w:hAnsi="PT Astra Serif"/>
          <w:b/>
          <w:sz w:val="24"/>
          <w:szCs w:val="24"/>
        </w:rPr>
        <w:t xml:space="preserve">                                                                                                      </w:t>
      </w:r>
      <w:r w:rsidRPr="00574A18">
        <w:rPr>
          <w:rFonts w:ascii="PT Astra Serif" w:eastAsia="Times New Roman" w:hAnsi="PT Astra Serif"/>
          <w:b/>
          <w:sz w:val="24"/>
          <w:szCs w:val="24"/>
        </w:rPr>
        <w:t>в рамках осуществления</w:t>
      </w:r>
      <w:r w:rsidR="00574A18">
        <w:rPr>
          <w:rFonts w:ascii="PT Astra Serif" w:eastAsia="Times New Roman" w:hAnsi="PT Astra Serif"/>
          <w:b/>
          <w:sz w:val="24"/>
          <w:szCs w:val="24"/>
        </w:rPr>
        <w:t xml:space="preserve">                                                                                                 </w:t>
      </w:r>
      <w:r w:rsidRPr="00574A18">
        <w:rPr>
          <w:rFonts w:ascii="PT Astra Serif" w:eastAsia="Times New Roman" w:hAnsi="PT Astra Serif"/>
          <w:b/>
          <w:sz w:val="24"/>
          <w:szCs w:val="24"/>
        </w:rPr>
        <w:t xml:space="preserve"> муниципального контроля на 2019 год</w:t>
      </w:r>
    </w:p>
    <w:p w:rsidR="00A8714A" w:rsidRPr="00574A18" w:rsidRDefault="00A8714A" w:rsidP="00CA5B1E">
      <w:pPr>
        <w:spacing w:after="0" w:line="240" w:lineRule="auto"/>
        <w:jc w:val="both"/>
        <w:rPr>
          <w:rFonts w:ascii="PT Astra Serif" w:eastAsia="Times New Roman" w:hAnsi="PT Astra Serif"/>
          <w:sz w:val="24"/>
          <w:szCs w:val="24"/>
        </w:rPr>
      </w:pPr>
      <w:r w:rsidRPr="00574A18">
        <w:rPr>
          <w:rFonts w:ascii="PT Astra Serif" w:eastAsia="Times New Roman" w:hAnsi="PT Astra Serif"/>
          <w:sz w:val="24"/>
          <w:szCs w:val="24"/>
        </w:rPr>
        <w:t xml:space="preserve">1. Настоящая программа разработана в целях организации проведения профилактики нарушений требований, установленных федеральными законами и иными нормативными правовыми актами Российской Федерации, в целях предупреждения возможного нарушения подконтрольными субъектами обязательных требований, устранения причин, факторов и условий, способствующих нарушениям обязательных требований. </w:t>
      </w:r>
    </w:p>
    <w:p w:rsidR="00A8714A" w:rsidRPr="00574A18" w:rsidRDefault="00A8714A" w:rsidP="00CA5B1E">
      <w:pPr>
        <w:spacing w:after="0" w:line="240" w:lineRule="auto"/>
        <w:jc w:val="both"/>
        <w:rPr>
          <w:rFonts w:ascii="PT Astra Serif" w:eastAsia="Times New Roman" w:hAnsi="PT Astra Serif"/>
          <w:sz w:val="24"/>
          <w:szCs w:val="24"/>
        </w:rPr>
      </w:pPr>
      <w:r w:rsidRPr="00574A18">
        <w:rPr>
          <w:rFonts w:ascii="PT Astra Serif" w:eastAsia="Times New Roman" w:hAnsi="PT Astra Serif"/>
          <w:sz w:val="24"/>
          <w:szCs w:val="24"/>
        </w:rPr>
        <w:t xml:space="preserve">2. Профилактика нарушений обязательных требований проводится в рамках осуществления муниципального контроля. </w:t>
      </w:r>
    </w:p>
    <w:p w:rsidR="00A8714A" w:rsidRPr="00574A18" w:rsidRDefault="00A8714A" w:rsidP="00CA5B1E">
      <w:pPr>
        <w:spacing w:after="0" w:line="240" w:lineRule="auto"/>
        <w:jc w:val="both"/>
        <w:rPr>
          <w:rFonts w:ascii="PT Astra Serif" w:eastAsia="Times New Roman" w:hAnsi="PT Astra Serif"/>
          <w:sz w:val="24"/>
          <w:szCs w:val="24"/>
        </w:rPr>
      </w:pPr>
      <w:r w:rsidRPr="00574A18">
        <w:rPr>
          <w:rFonts w:ascii="PT Astra Serif" w:eastAsia="Times New Roman" w:hAnsi="PT Astra Serif"/>
          <w:sz w:val="24"/>
          <w:szCs w:val="24"/>
        </w:rPr>
        <w:t xml:space="preserve">3. Целью программы является: Предупреждение нарушений,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требований. </w:t>
      </w:r>
    </w:p>
    <w:p w:rsidR="00A8714A" w:rsidRPr="00574A18" w:rsidRDefault="00A8714A" w:rsidP="00CA5B1E">
      <w:pPr>
        <w:spacing w:after="0" w:line="240" w:lineRule="auto"/>
        <w:jc w:val="both"/>
        <w:rPr>
          <w:rFonts w:ascii="PT Astra Serif" w:eastAsia="Times New Roman" w:hAnsi="PT Astra Serif"/>
          <w:sz w:val="24"/>
          <w:szCs w:val="24"/>
        </w:rPr>
      </w:pPr>
      <w:r w:rsidRPr="00574A18">
        <w:rPr>
          <w:rFonts w:ascii="PT Astra Serif" w:eastAsia="Times New Roman" w:hAnsi="PT Astra Serif"/>
          <w:sz w:val="24"/>
          <w:szCs w:val="24"/>
        </w:rPr>
        <w:t xml:space="preserve">4. Задачами программы являются: </w:t>
      </w:r>
    </w:p>
    <w:p w:rsidR="00A8714A" w:rsidRPr="00574A18" w:rsidRDefault="00A8714A" w:rsidP="00CA5B1E">
      <w:pPr>
        <w:spacing w:after="0" w:line="240" w:lineRule="auto"/>
        <w:jc w:val="both"/>
        <w:rPr>
          <w:rFonts w:ascii="PT Astra Serif" w:eastAsia="Times New Roman" w:hAnsi="PT Astra Serif"/>
          <w:sz w:val="24"/>
          <w:szCs w:val="24"/>
        </w:rPr>
      </w:pPr>
      <w:r w:rsidRPr="00574A18">
        <w:rPr>
          <w:rFonts w:ascii="PT Astra Serif" w:eastAsia="Times New Roman" w:hAnsi="PT Astra Serif"/>
          <w:sz w:val="24"/>
          <w:szCs w:val="24"/>
        </w:rPr>
        <w:t xml:space="preserve">4.1. Укрепление системы профилактики нарушений обязательных требований путем активизации профилактической деятельности. </w:t>
      </w:r>
    </w:p>
    <w:p w:rsidR="00A8714A" w:rsidRPr="00574A18" w:rsidRDefault="00A8714A" w:rsidP="00CA5B1E">
      <w:pPr>
        <w:spacing w:after="0" w:line="240" w:lineRule="auto"/>
        <w:jc w:val="both"/>
        <w:rPr>
          <w:rFonts w:ascii="PT Astra Serif" w:eastAsia="Times New Roman" w:hAnsi="PT Astra Serif"/>
          <w:sz w:val="24"/>
          <w:szCs w:val="24"/>
        </w:rPr>
      </w:pPr>
      <w:r w:rsidRPr="00574A18">
        <w:rPr>
          <w:rFonts w:ascii="PT Astra Serif" w:eastAsia="Times New Roman" w:hAnsi="PT Astra Serif"/>
          <w:sz w:val="24"/>
          <w:szCs w:val="24"/>
        </w:rPr>
        <w:t xml:space="preserve">4.2. Выявление причин, факторов и условий, способствующих нарушениям обязательных требований. </w:t>
      </w:r>
    </w:p>
    <w:p w:rsidR="00A8714A" w:rsidRPr="00574A18" w:rsidRDefault="00A8714A" w:rsidP="00CA5B1E">
      <w:pPr>
        <w:spacing w:after="0" w:line="240" w:lineRule="auto"/>
        <w:jc w:val="both"/>
        <w:rPr>
          <w:rFonts w:ascii="PT Astra Serif" w:eastAsia="Times New Roman" w:hAnsi="PT Astra Serif"/>
          <w:sz w:val="24"/>
          <w:szCs w:val="24"/>
        </w:rPr>
      </w:pPr>
      <w:r w:rsidRPr="00574A18">
        <w:rPr>
          <w:rFonts w:ascii="PT Astra Serif" w:eastAsia="Times New Roman" w:hAnsi="PT Astra Serif"/>
          <w:sz w:val="24"/>
          <w:szCs w:val="24"/>
        </w:rPr>
        <w:t xml:space="preserve">4.3. Повышение правосознания и правовой культуры руководителей юридических лиц и индивидуальных предпринимателей. </w:t>
      </w:r>
    </w:p>
    <w:p w:rsidR="00A8714A" w:rsidRPr="00574A18" w:rsidRDefault="00A8714A" w:rsidP="00CA5B1E">
      <w:pPr>
        <w:spacing w:after="0" w:line="240" w:lineRule="auto"/>
        <w:jc w:val="both"/>
        <w:rPr>
          <w:rFonts w:ascii="PT Astra Serif" w:eastAsia="Times New Roman" w:hAnsi="PT Astra Serif"/>
          <w:sz w:val="24"/>
          <w:szCs w:val="24"/>
        </w:rPr>
      </w:pPr>
      <w:r w:rsidRPr="00574A18">
        <w:rPr>
          <w:rFonts w:ascii="PT Astra Serif" w:eastAsia="Times New Roman" w:hAnsi="PT Astra Serif"/>
          <w:sz w:val="24"/>
          <w:szCs w:val="24"/>
        </w:rPr>
        <w:t xml:space="preserve">5. Программа разработана на 2019 год. </w:t>
      </w:r>
    </w:p>
    <w:p w:rsidR="00A8714A" w:rsidRPr="00574A18" w:rsidRDefault="00A8714A" w:rsidP="00CA5B1E">
      <w:pPr>
        <w:spacing w:after="0" w:line="240" w:lineRule="auto"/>
        <w:jc w:val="both"/>
        <w:rPr>
          <w:rFonts w:ascii="PT Astra Serif" w:eastAsia="Times New Roman" w:hAnsi="PT Astra Serif"/>
          <w:sz w:val="24"/>
          <w:szCs w:val="24"/>
        </w:rPr>
      </w:pPr>
      <w:r w:rsidRPr="00574A18">
        <w:rPr>
          <w:rFonts w:ascii="PT Astra Serif" w:eastAsia="Times New Roman" w:hAnsi="PT Astra Serif"/>
          <w:sz w:val="24"/>
          <w:szCs w:val="24"/>
        </w:rPr>
        <w:t xml:space="preserve">6. Субъектами профилактических мероприятий при осуществлении муниципального контроля являются юридические лица, индивидуальные предприниматели, граждане. </w:t>
      </w:r>
    </w:p>
    <w:p w:rsidR="00A8714A" w:rsidRPr="00574A18" w:rsidRDefault="00A8714A" w:rsidP="00CA5B1E">
      <w:pPr>
        <w:spacing w:after="0" w:line="240" w:lineRule="auto"/>
        <w:jc w:val="both"/>
        <w:rPr>
          <w:rFonts w:ascii="PT Astra Serif" w:eastAsia="Times New Roman" w:hAnsi="PT Astra Serif"/>
          <w:sz w:val="24"/>
          <w:szCs w:val="24"/>
        </w:rPr>
      </w:pPr>
      <w:r w:rsidRPr="00574A18">
        <w:rPr>
          <w:rFonts w:ascii="PT Astra Serif" w:eastAsia="Times New Roman" w:hAnsi="PT Astra Serif"/>
          <w:sz w:val="24"/>
          <w:szCs w:val="24"/>
        </w:rPr>
        <w:t>7. В рамках профилактики предупреждения нарушений, установленных законодательством всех уровней, Администрацией Новомихайловского сельсовета Татарского района Новосибирской области осуществляется прием представителей юридических лиц, индивидуальных предпринимателей и граждан, а также проводятся консультации и даются пояснения по вопросам соблюдения законодательства.</w:t>
      </w:r>
    </w:p>
    <w:p w:rsidR="00A8714A" w:rsidRPr="00574A18" w:rsidRDefault="00A8714A" w:rsidP="00A8714A">
      <w:pPr>
        <w:spacing w:before="100" w:beforeAutospacing="1" w:after="100" w:afterAutospacing="1" w:line="240" w:lineRule="auto"/>
        <w:rPr>
          <w:rFonts w:ascii="PT Astra Serif" w:eastAsia="Times New Roman" w:hAnsi="PT Astra Serif"/>
          <w:sz w:val="24"/>
          <w:szCs w:val="24"/>
        </w:rPr>
      </w:pPr>
    </w:p>
    <w:p w:rsidR="00A8714A" w:rsidRPr="00574A18" w:rsidRDefault="00A8714A" w:rsidP="00D213C5">
      <w:pPr>
        <w:spacing w:before="100" w:beforeAutospacing="1" w:after="100" w:afterAutospacing="1" w:line="240" w:lineRule="auto"/>
        <w:rPr>
          <w:rFonts w:ascii="PT Astra Serif" w:eastAsia="Times New Roman" w:hAnsi="PT Astra Serif"/>
          <w:sz w:val="24"/>
          <w:szCs w:val="24"/>
        </w:rPr>
      </w:pPr>
    </w:p>
    <w:p w:rsidR="00CA5B1E" w:rsidRPr="00574A18" w:rsidRDefault="00CA5B1E" w:rsidP="00A60224">
      <w:pPr>
        <w:spacing w:after="0" w:line="240" w:lineRule="auto"/>
        <w:jc w:val="right"/>
        <w:rPr>
          <w:rFonts w:ascii="PT Astra Serif" w:eastAsia="Times New Roman" w:hAnsi="PT Astra Serif"/>
          <w:sz w:val="24"/>
          <w:szCs w:val="24"/>
        </w:rPr>
      </w:pPr>
    </w:p>
    <w:p w:rsidR="00CA5B1E" w:rsidRPr="00574A18" w:rsidRDefault="00CA5B1E" w:rsidP="00A60224">
      <w:pPr>
        <w:spacing w:after="0" w:line="240" w:lineRule="auto"/>
        <w:jc w:val="right"/>
        <w:rPr>
          <w:rFonts w:ascii="PT Astra Serif" w:eastAsia="Times New Roman" w:hAnsi="PT Astra Serif"/>
          <w:sz w:val="24"/>
          <w:szCs w:val="24"/>
        </w:rPr>
      </w:pPr>
    </w:p>
    <w:p w:rsidR="00CA5B1E" w:rsidRPr="00574A18" w:rsidRDefault="00CA5B1E" w:rsidP="00A60224">
      <w:pPr>
        <w:spacing w:after="0" w:line="240" w:lineRule="auto"/>
        <w:jc w:val="right"/>
        <w:rPr>
          <w:rFonts w:ascii="PT Astra Serif" w:eastAsia="Times New Roman" w:hAnsi="PT Astra Serif"/>
          <w:sz w:val="24"/>
          <w:szCs w:val="24"/>
        </w:rPr>
      </w:pPr>
    </w:p>
    <w:p w:rsidR="00CA5B1E" w:rsidRDefault="00CA5B1E" w:rsidP="00A60224">
      <w:pPr>
        <w:spacing w:after="0" w:line="240" w:lineRule="auto"/>
        <w:jc w:val="right"/>
        <w:rPr>
          <w:rFonts w:ascii="PT Astra Serif" w:eastAsia="Times New Roman" w:hAnsi="PT Astra Serif"/>
          <w:sz w:val="24"/>
          <w:szCs w:val="24"/>
        </w:rPr>
      </w:pPr>
    </w:p>
    <w:p w:rsidR="00574A18" w:rsidRDefault="00574A18" w:rsidP="00A60224">
      <w:pPr>
        <w:spacing w:after="0" w:line="240" w:lineRule="auto"/>
        <w:jc w:val="right"/>
        <w:rPr>
          <w:rFonts w:ascii="PT Astra Serif" w:eastAsia="Times New Roman" w:hAnsi="PT Astra Serif"/>
          <w:sz w:val="24"/>
          <w:szCs w:val="24"/>
        </w:rPr>
      </w:pPr>
    </w:p>
    <w:p w:rsidR="00574A18" w:rsidRDefault="00574A18" w:rsidP="00A60224">
      <w:pPr>
        <w:spacing w:after="0" w:line="240" w:lineRule="auto"/>
        <w:jc w:val="right"/>
        <w:rPr>
          <w:rFonts w:ascii="PT Astra Serif" w:eastAsia="Times New Roman" w:hAnsi="PT Astra Serif"/>
          <w:sz w:val="24"/>
          <w:szCs w:val="24"/>
        </w:rPr>
      </w:pPr>
    </w:p>
    <w:p w:rsidR="00574A18" w:rsidRDefault="00574A18" w:rsidP="00A60224">
      <w:pPr>
        <w:spacing w:after="0" w:line="240" w:lineRule="auto"/>
        <w:jc w:val="right"/>
        <w:rPr>
          <w:rFonts w:ascii="PT Astra Serif" w:eastAsia="Times New Roman" w:hAnsi="PT Astra Serif"/>
          <w:sz w:val="24"/>
          <w:szCs w:val="24"/>
        </w:rPr>
      </w:pPr>
    </w:p>
    <w:p w:rsidR="00574A18" w:rsidRDefault="00574A18" w:rsidP="00A60224">
      <w:pPr>
        <w:spacing w:after="0" w:line="240" w:lineRule="auto"/>
        <w:jc w:val="right"/>
        <w:rPr>
          <w:rFonts w:ascii="PT Astra Serif" w:eastAsia="Times New Roman" w:hAnsi="PT Astra Serif"/>
          <w:sz w:val="24"/>
          <w:szCs w:val="24"/>
        </w:rPr>
      </w:pPr>
    </w:p>
    <w:p w:rsidR="00574A18" w:rsidRDefault="00574A18" w:rsidP="00A60224">
      <w:pPr>
        <w:spacing w:after="0" w:line="240" w:lineRule="auto"/>
        <w:jc w:val="right"/>
        <w:rPr>
          <w:rFonts w:ascii="PT Astra Serif" w:eastAsia="Times New Roman" w:hAnsi="PT Astra Serif"/>
          <w:sz w:val="24"/>
          <w:szCs w:val="24"/>
        </w:rPr>
      </w:pPr>
    </w:p>
    <w:p w:rsidR="00574A18" w:rsidRDefault="00574A18" w:rsidP="00A60224">
      <w:pPr>
        <w:spacing w:after="0" w:line="240" w:lineRule="auto"/>
        <w:jc w:val="right"/>
        <w:rPr>
          <w:rFonts w:ascii="PT Astra Serif" w:eastAsia="Times New Roman" w:hAnsi="PT Astra Serif"/>
          <w:sz w:val="24"/>
          <w:szCs w:val="24"/>
        </w:rPr>
      </w:pPr>
    </w:p>
    <w:p w:rsidR="00574A18" w:rsidRPr="00574A18" w:rsidRDefault="00574A18" w:rsidP="00A60224">
      <w:pPr>
        <w:spacing w:after="0" w:line="240" w:lineRule="auto"/>
        <w:jc w:val="right"/>
        <w:rPr>
          <w:rFonts w:ascii="PT Astra Serif" w:eastAsia="Times New Roman" w:hAnsi="PT Astra Serif"/>
          <w:sz w:val="24"/>
          <w:szCs w:val="24"/>
        </w:rPr>
      </w:pPr>
    </w:p>
    <w:p w:rsidR="00CA5B1E" w:rsidRPr="00574A18" w:rsidRDefault="00CA5B1E" w:rsidP="00A60224">
      <w:pPr>
        <w:spacing w:after="0" w:line="240" w:lineRule="auto"/>
        <w:jc w:val="right"/>
        <w:rPr>
          <w:rFonts w:ascii="PT Astra Serif" w:eastAsia="Times New Roman" w:hAnsi="PT Astra Serif"/>
          <w:sz w:val="24"/>
          <w:szCs w:val="24"/>
        </w:rPr>
      </w:pPr>
    </w:p>
    <w:p w:rsidR="00CA5B1E" w:rsidRPr="00574A18" w:rsidRDefault="00CA5B1E" w:rsidP="00A60224">
      <w:pPr>
        <w:spacing w:after="0" w:line="240" w:lineRule="auto"/>
        <w:jc w:val="right"/>
        <w:rPr>
          <w:rFonts w:ascii="PT Astra Serif" w:eastAsia="Times New Roman" w:hAnsi="PT Astra Serif"/>
          <w:sz w:val="24"/>
          <w:szCs w:val="24"/>
        </w:rPr>
      </w:pPr>
    </w:p>
    <w:p w:rsidR="00CA5B1E" w:rsidRPr="00574A18" w:rsidRDefault="00CA5B1E" w:rsidP="00A60224">
      <w:pPr>
        <w:spacing w:after="0" w:line="240" w:lineRule="auto"/>
        <w:jc w:val="right"/>
        <w:rPr>
          <w:rFonts w:ascii="PT Astra Serif" w:eastAsia="Times New Roman" w:hAnsi="PT Astra Serif"/>
          <w:sz w:val="24"/>
          <w:szCs w:val="24"/>
        </w:rPr>
      </w:pPr>
      <w:bookmarkStart w:id="0" w:name="_GoBack"/>
      <w:bookmarkEnd w:id="0"/>
    </w:p>
    <w:p w:rsidR="00A8714A" w:rsidRPr="00574A18" w:rsidRDefault="00D213C5" w:rsidP="00A60224">
      <w:pPr>
        <w:spacing w:after="0" w:line="240" w:lineRule="auto"/>
        <w:jc w:val="right"/>
        <w:rPr>
          <w:rFonts w:ascii="PT Astra Serif" w:eastAsia="Times New Roman" w:hAnsi="PT Astra Serif"/>
          <w:sz w:val="24"/>
          <w:szCs w:val="24"/>
        </w:rPr>
      </w:pPr>
      <w:r w:rsidRPr="00574A18">
        <w:rPr>
          <w:rFonts w:ascii="PT Astra Serif" w:eastAsia="Times New Roman" w:hAnsi="PT Astra Serif"/>
          <w:sz w:val="24"/>
          <w:szCs w:val="24"/>
        </w:rPr>
        <w:lastRenderedPageBreak/>
        <w:t xml:space="preserve">Приложение </w:t>
      </w:r>
      <w:r w:rsidR="00A8714A" w:rsidRPr="00574A18">
        <w:rPr>
          <w:rFonts w:ascii="PT Astra Serif" w:eastAsia="Times New Roman" w:hAnsi="PT Astra Serif"/>
          <w:sz w:val="24"/>
          <w:szCs w:val="24"/>
        </w:rPr>
        <w:t>№2</w:t>
      </w:r>
    </w:p>
    <w:p w:rsidR="00A8714A" w:rsidRPr="00574A18" w:rsidRDefault="00D213C5" w:rsidP="00A60224">
      <w:pPr>
        <w:spacing w:after="0" w:line="240" w:lineRule="auto"/>
        <w:jc w:val="right"/>
        <w:rPr>
          <w:rFonts w:ascii="PT Astra Serif" w:eastAsia="Times New Roman" w:hAnsi="PT Astra Serif"/>
          <w:sz w:val="24"/>
          <w:szCs w:val="24"/>
        </w:rPr>
      </w:pPr>
      <w:r w:rsidRPr="00574A18">
        <w:rPr>
          <w:rFonts w:ascii="PT Astra Serif" w:eastAsia="Times New Roman" w:hAnsi="PT Astra Serif"/>
          <w:sz w:val="24"/>
          <w:szCs w:val="24"/>
        </w:rPr>
        <w:t>к постановлению</w:t>
      </w:r>
      <w:r w:rsidR="0061073B">
        <w:rPr>
          <w:rFonts w:ascii="PT Astra Serif" w:eastAsia="Times New Roman" w:hAnsi="PT Astra Serif"/>
          <w:sz w:val="24"/>
          <w:szCs w:val="24"/>
        </w:rPr>
        <w:t xml:space="preserve"> </w:t>
      </w:r>
      <w:r w:rsidRPr="00574A18">
        <w:rPr>
          <w:rFonts w:ascii="PT Astra Serif" w:eastAsia="Times New Roman" w:hAnsi="PT Astra Serif"/>
          <w:sz w:val="24"/>
          <w:szCs w:val="24"/>
        </w:rPr>
        <w:t xml:space="preserve">администрации </w:t>
      </w:r>
    </w:p>
    <w:p w:rsidR="00D213C5" w:rsidRPr="00574A18" w:rsidRDefault="00A60224" w:rsidP="00A60224">
      <w:pPr>
        <w:spacing w:after="0" w:line="240" w:lineRule="auto"/>
        <w:jc w:val="right"/>
        <w:rPr>
          <w:rFonts w:ascii="PT Astra Serif" w:eastAsia="Times New Roman" w:hAnsi="PT Astra Serif"/>
          <w:sz w:val="24"/>
          <w:szCs w:val="24"/>
        </w:rPr>
      </w:pPr>
      <w:r w:rsidRPr="00574A18">
        <w:rPr>
          <w:rFonts w:ascii="PT Astra Serif" w:eastAsia="Times New Roman" w:hAnsi="PT Astra Serif"/>
          <w:sz w:val="24"/>
          <w:szCs w:val="24"/>
        </w:rPr>
        <w:t>Новомихайловского сельсовета</w:t>
      </w:r>
    </w:p>
    <w:p w:rsidR="00A8714A" w:rsidRPr="00574A18" w:rsidRDefault="00A8714A" w:rsidP="00A8714A">
      <w:pPr>
        <w:spacing w:after="0" w:line="240" w:lineRule="auto"/>
        <w:jc w:val="right"/>
        <w:rPr>
          <w:rFonts w:ascii="PT Astra Serif" w:eastAsia="Times New Roman" w:hAnsi="PT Astra Serif"/>
          <w:sz w:val="24"/>
          <w:szCs w:val="24"/>
        </w:rPr>
      </w:pPr>
      <w:r w:rsidRPr="00574A18">
        <w:rPr>
          <w:rFonts w:ascii="PT Astra Serif" w:eastAsia="Times New Roman" w:hAnsi="PT Astra Serif"/>
          <w:sz w:val="24"/>
          <w:szCs w:val="24"/>
        </w:rPr>
        <w:t xml:space="preserve">Татарского района Новосибирской области </w:t>
      </w:r>
    </w:p>
    <w:p w:rsidR="00D213C5" w:rsidRPr="00574A18" w:rsidRDefault="00A8714A" w:rsidP="00A8714A">
      <w:pPr>
        <w:spacing w:after="0" w:line="240" w:lineRule="auto"/>
        <w:jc w:val="right"/>
        <w:rPr>
          <w:rFonts w:ascii="PT Astra Serif" w:eastAsia="Times New Roman" w:hAnsi="PT Astra Serif"/>
          <w:sz w:val="24"/>
          <w:szCs w:val="24"/>
        </w:rPr>
      </w:pPr>
      <w:r w:rsidRPr="00574A18">
        <w:rPr>
          <w:rFonts w:ascii="PT Astra Serif" w:eastAsia="Times New Roman" w:hAnsi="PT Astra Serif"/>
          <w:sz w:val="24"/>
          <w:szCs w:val="24"/>
        </w:rPr>
        <w:t>от 25.02.2019г. №16</w:t>
      </w:r>
    </w:p>
    <w:p w:rsidR="00D213C5" w:rsidRPr="00574A18" w:rsidRDefault="00D213C5" w:rsidP="00A60224">
      <w:pPr>
        <w:spacing w:after="0" w:line="240" w:lineRule="auto"/>
        <w:jc w:val="center"/>
        <w:rPr>
          <w:rFonts w:ascii="PT Astra Serif" w:eastAsia="Times New Roman" w:hAnsi="PT Astra Serif"/>
          <w:sz w:val="24"/>
          <w:szCs w:val="24"/>
        </w:rPr>
      </w:pPr>
    </w:p>
    <w:p w:rsidR="007D0B85" w:rsidRPr="00574A18" w:rsidRDefault="007D0B85" w:rsidP="00454712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4"/>
          <w:szCs w:val="24"/>
        </w:rPr>
      </w:pPr>
      <w:r w:rsidRPr="00574A18">
        <w:rPr>
          <w:rFonts w:ascii="PT Astra Serif" w:eastAsia="Times New Roman" w:hAnsi="PT Astra Serif"/>
          <w:b/>
          <w:bCs/>
          <w:sz w:val="24"/>
          <w:szCs w:val="24"/>
        </w:rPr>
        <w:t xml:space="preserve">План мероприятий по профилактике нарушений </w:t>
      </w:r>
      <w:r w:rsidR="00574A18">
        <w:rPr>
          <w:rFonts w:ascii="PT Astra Serif" w:eastAsia="Times New Roman" w:hAnsi="PT Astra Serif"/>
          <w:b/>
          <w:bCs/>
          <w:sz w:val="24"/>
          <w:szCs w:val="24"/>
        </w:rPr>
        <w:t xml:space="preserve">                                                                                   </w:t>
      </w:r>
      <w:r w:rsidRPr="00574A18">
        <w:rPr>
          <w:rFonts w:ascii="PT Astra Serif" w:eastAsia="Times New Roman" w:hAnsi="PT Astra Serif"/>
          <w:b/>
          <w:bCs/>
          <w:sz w:val="24"/>
          <w:szCs w:val="24"/>
        </w:rPr>
        <w:t>в рамках осуществления муниципального контроля на 2019 год</w:t>
      </w:r>
    </w:p>
    <w:p w:rsidR="007D0B85" w:rsidRPr="00574A18" w:rsidRDefault="007D0B85" w:rsidP="00454712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4"/>
          <w:szCs w:val="24"/>
        </w:rPr>
      </w:pPr>
    </w:p>
    <w:p w:rsidR="00D213C5" w:rsidRPr="00574A18" w:rsidRDefault="00D213C5" w:rsidP="00454712">
      <w:pPr>
        <w:spacing w:after="0" w:line="240" w:lineRule="auto"/>
        <w:jc w:val="center"/>
        <w:rPr>
          <w:rFonts w:ascii="PT Astra Serif" w:eastAsia="Times New Roman" w:hAnsi="PT Astra Serif"/>
          <w:sz w:val="24"/>
          <w:szCs w:val="24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67"/>
        <w:gridCol w:w="4415"/>
        <w:gridCol w:w="2551"/>
        <w:gridCol w:w="2619"/>
      </w:tblGrid>
      <w:tr w:rsidR="00105417" w:rsidRPr="00574A18" w:rsidTr="00574A18">
        <w:trPr>
          <w:tblCellSpacing w:w="0" w:type="dxa"/>
          <w:jc w:val="center"/>
        </w:trPr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417" w:rsidRPr="00574A18" w:rsidRDefault="00105417" w:rsidP="00574A18">
            <w:pPr>
              <w:spacing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№ п/п</w:t>
            </w:r>
          </w:p>
        </w:tc>
        <w:tc>
          <w:tcPr>
            <w:tcW w:w="4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417" w:rsidRPr="00574A18" w:rsidRDefault="00105417" w:rsidP="00574A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Наименование мероприятия по профилактике нарушений юридическими лицами и индивидуальными предпринимателями обязательных требований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417" w:rsidRPr="00574A18" w:rsidRDefault="00105417" w:rsidP="00574A18">
            <w:pPr>
              <w:spacing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Срок исполнения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5417" w:rsidRPr="00574A18" w:rsidRDefault="00105417" w:rsidP="00574A18">
            <w:pPr>
              <w:spacing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Исполнитель</w:t>
            </w:r>
          </w:p>
        </w:tc>
      </w:tr>
      <w:tr w:rsidR="00105417" w:rsidRPr="00574A18" w:rsidTr="00574A18">
        <w:trPr>
          <w:tblCellSpacing w:w="0" w:type="dxa"/>
          <w:jc w:val="center"/>
        </w:trPr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417" w:rsidRPr="00574A18" w:rsidRDefault="0010541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4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417" w:rsidRPr="00574A18" w:rsidRDefault="0010541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 xml:space="preserve">Составление 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 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417" w:rsidRPr="00574A18" w:rsidRDefault="00105417" w:rsidP="00574A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II квартал 2019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администрация</w:t>
            </w:r>
          </w:p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 xml:space="preserve">Новомихайловского сельсовета </w:t>
            </w:r>
          </w:p>
          <w:p w:rsidR="0010541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Татарского района Новосибирской области</w:t>
            </w:r>
          </w:p>
        </w:tc>
      </w:tr>
      <w:tr w:rsidR="00940597" w:rsidRPr="00574A18" w:rsidTr="00574A18">
        <w:trPr>
          <w:tblCellSpacing w:w="0" w:type="dxa"/>
          <w:jc w:val="center"/>
        </w:trPr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4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Размещение на официальном сайте администрации</w:t>
            </w:r>
          </w:p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 xml:space="preserve">Новомихайловского сельсовета </w:t>
            </w:r>
          </w:p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Татарского района Новосибирской областив сети «Интернет» для каждого вида муниципального контроля перечней нормативных правовых актов или их отдельных частей, содержащих требования, оценка соблюдения которых является предметом муниципального контроля, а также текстов соответствующих актов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597" w:rsidRPr="00574A18" w:rsidRDefault="00940597" w:rsidP="00574A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II квартал 2019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администрация</w:t>
            </w:r>
          </w:p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 xml:space="preserve">Новомихайловского сельсовета </w:t>
            </w:r>
          </w:p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Татарского района Новосибирской области</w:t>
            </w:r>
          </w:p>
        </w:tc>
      </w:tr>
      <w:tr w:rsidR="00940597" w:rsidRPr="00574A18" w:rsidTr="00574A18">
        <w:trPr>
          <w:tblCellSpacing w:w="0" w:type="dxa"/>
          <w:jc w:val="center"/>
        </w:trPr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597" w:rsidRPr="00574A18" w:rsidRDefault="00940597" w:rsidP="00320E79">
            <w:pPr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4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597" w:rsidRPr="00574A18" w:rsidRDefault="00940597" w:rsidP="00320E79">
            <w:pPr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Разработка руководства по соблюдению обязательных требований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597" w:rsidRPr="00574A18" w:rsidRDefault="00940597" w:rsidP="00574A18">
            <w:pPr>
              <w:spacing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II квартал 2019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 xml:space="preserve">администрация </w:t>
            </w:r>
          </w:p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 xml:space="preserve">Новомихайловского сельсовета </w:t>
            </w:r>
          </w:p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Татарского района Новосибирской области</w:t>
            </w:r>
          </w:p>
        </w:tc>
      </w:tr>
      <w:tr w:rsidR="00940597" w:rsidRPr="00574A18" w:rsidTr="00574A18">
        <w:trPr>
          <w:tblCellSpacing w:w="0" w:type="dxa"/>
          <w:jc w:val="center"/>
        </w:trPr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4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проведение разъяснительной работы и иными способами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597" w:rsidRPr="00574A18" w:rsidRDefault="00940597" w:rsidP="00574A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В течение 2019 года (по мере необходимости)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 xml:space="preserve">администрация </w:t>
            </w:r>
          </w:p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 xml:space="preserve">Новомихайловского сельсовета </w:t>
            </w:r>
          </w:p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Татарского района Новосибирской области</w:t>
            </w:r>
          </w:p>
        </w:tc>
      </w:tr>
      <w:tr w:rsidR="00940597" w:rsidRPr="00574A18" w:rsidTr="00574A18">
        <w:trPr>
          <w:tblCellSpacing w:w="0" w:type="dxa"/>
          <w:jc w:val="center"/>
        </w:trPr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4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 xml:space="preserve">Подготовка и распространение </w:t>
            </w:r>
            <w:r w:rsidRPr="00574A18">
              <w:rPr>
                <w:rFonts w:ascii="PT Astra Serif" w:hAnsi="PT Astra Serif"/>
                <w:sz w:val="24"/>
                <w:szCs w:val="24"/>
              </w:rPr>
              <w:lastRenderedPageBreak/>
              <w:t>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 (при внесении изменений в обязательные требования)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0597" w:rsidRPr="00574A18" w:rsidRDefault="00940597" w:rsidP="00574A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В течение 2019 года </w:t>
            </w:r>
            <w:r w:rsidRPr="00574A18">
              <w:rPr>
                <w:rFonts w:ascii="PT Astra Serif" w:hAnsi="PT Astra Serif"/>
                <w:sz w:val="24"/>
                <w:szCs w:val="24"/>
              </w:rPr>
              <w:lastRenderedPageBreak/>
              <w:t>(по мере необходимости)</w:t>
            </w:r>
          </w:p>
          <w:p w:rsidR="00940597" w:rsidRPr="00574A18" w:rsidRDefault="00940597" w:rsidP="00574A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администрация </w:t>
            </w:r>
          </w:p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Новомихайловского сельсовета </w:t>
            </w:r>
          </w:p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Татарского района Новосибирской области</w:t>
            </w:r>
          </w:p>
        </w:tc>
      </w:tr>
      <w:tr w:rsidR="00940597" w:rsidRPr="00574A18" w:rsidTr="00574A18">
        <w:trPr>
          <w:tblCellSpacing w:w="0" w:type="dxa"/>
          <w:jc w:val="center"/>
        </w:trPr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lastRenderedPageBreak/>
              <w:t>6</w:t>
            </w:r>
          </w:p>
        </w:tc>
        <w:tc>
          <w:tcPr>
            <w:tcW w:w="4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 xml:space="preserve">Обеспечение регулярного (не реже одного раза в год) обобщения практики осуществления муниципального контроля в соответствующей сфере деятельности и размещение на официальном сайте администрации Новомихайловского сельсовета </w:t>
            </w:r>
          </w:p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Татарского района Новосибирской области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 лицами, индивидуальными предпринимателями в целях недопущения таких нарушений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0597" w:rsidRPr="00574A18" w:rsidRDefault="00940597" w:rsidP="00574A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IV квартал 2019г.</w:t>
            </w:r>
          </w:p>
          <w:p w:rsidR="00940597" w:rsidRPr="00574A18" w:rsidRDefault="00940597" w:rsidP="00574A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 xml:space="preserve">администрация </w:t>
            </w:r>
          </w:p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 xml:space="preserve">Новомихайловского сельсовета </w:t>
            </w:r>
          </w:p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Татарского района Новосибирской области</w:t>
            </w:r>
          </w:p>
        </w:tc>
      </w:tr>
      <w:tr w:rsidR="00940597" w:rsidRPr="00574A18" w:rsidTr="00574A18">
        <w:trPr>
          <w:tblCellSpacing w:w="0" w:type="dxa"/>
          <w:jc w:val="center"/>
        </w:trPr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  <w:tc>
          <w:tcPr>
            <w:tcW w:w="4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Выдача предостережений о недопустимости нарушения обязательных требований в соответствии с частями 5-7 статьи 8.2. Федерального закона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если иной порядок не установлен федеральным законом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0597" w:rsidRPr="00574A18" w:rsidRDefault="00940597" w:rsidP="00574A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В течение 2019 года (по мере необходимости)</w:t>
            </w:r>
          </w:p>
          <w:p w:rsidR="00940597" w:rsidRPr="00574A18" w:rsidRDefault="00940597" w:rsidP="00574A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 xml:space="preserve">администрация </w:t>
            </w:r>
          </w:p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 xml:space="preserve">Новомихайловского сельсовета </w:t>
            </w:r>
          </w:p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Татарского района Новосибирской области</w:t>
            </w:r>
          </w:p>
        </w:tc>
      </w:tr>
      <w:tr w:rsidR="00940597" w:rsidRPr="00574A18" w:rsidTr="00574A18">
        <w:trPr>
          <w:tblCellSpacing w:w="0" w:type="dxa"/>
          <w:jc w:val="center"/>
        </w:trPr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4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 xml:space="preserve">Размещение на официальном сайте администрации Новомихайловского сельсовета </w:t>
            </w:r>
          </w:p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Татарского района Новосибирской области информации о результатах контрольной деятельности за 2019 год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0597" w:rsidRPr="00574A18" w:rsidRDefault="00940597" w:rsidP="00574A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Декабрь 2019 года</w:t>
            </w:r>
          </w:p>
          <w:p w:rsidR="00940597" w:rsidRPr="00574A18" w:rsidRDefault="00940597" w:rsidP="00574A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 xml:space="preserve">администрация </w:t>
            </w:r>
          </w:p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 xml:space="preserve">Новомихайловского сельсовета </w:t>
            </w:r>
          </w:p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Татарского района Новосибирской области</w:t>
            </w:r>
          </w:p>
        </w:tc>
      </w:tr>
      <w:tr w:rsidR="00940597" w:rsidRPr="00574A18" w:rsidTr="00574A18">
        <w:trPr>
          <w:tblCellSpacing w:w="0" w:type="dxa"/>
          <w:jc w:val="center"/>
        </w:trPr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  <w:tc>
          <w:tcPr>
            <w:tcW w:w="4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 xml:space="preserve">Разработка и утверждение программы </w:t>
            </w:r>
            <w:r w:rsidRPr="00574A18">
              <w:rPr>
                <w:rFonts w:ascii="PT Astra Serif" w:hAnsi="PT Astra Serif"/>
                <w:sz w:val="24"/>
                <w:szCs w:val="24"/>
              </w:rPr>
              <w:lastRenderedPageBreak/>
              <w:t>профилактики нарушений в рамках осуществления муниципального контроля на 2019 год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0597" w:rsidRPr="00574A18" w:rsidRDefault="00940597" w:rsidP="00574A1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В течение 2019 года </w:t>
            </w:r>
            <w:r w:rsidRPr="00574A18">
              <w:rPr>
                <w:rFonts w:ascii="PT Astra Serif" w:hAnsi="PT Astra Serif"/>
                <w:sz w:val="24"/>
                <w:szCs w:val="24"/>
              </w:rPr>
              <w:lastRenderedPageBreak/>
              <w:t>(по мере необходимости)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администрация </w:t>
            </w:r>
          </w:p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Новомихайловского сельсовета </w:t>
            </w:r>
          </w:p>
          <w:p w:rsidR="00940597" w:rsidRPr="00574A18" w:rsidRDefault="00940597" w:rsidP="00320E7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74A18">
              <w:rPr>
                <w:rFonts w:ascii="PT Astra Serif" w:hAnsi="PT Astra Serif"/>
                <w:sz w:val="24"/>
                <w:szCs w:val="24"/>
              </w:rPr>
              <w:t>Татарского района Новосибирской области</w:t>
            </w:r>
          </w:p>
        </w:tc>
      </w:tr>
    </w:tbl>
    <w:p w:rsidR="00D213C5" w:rsidRPr="00574A18" w:rsidRDefault="00D213C5" w:rsidP="00320E79">
      <w:pPr>
        <w:spacing w:after="0" w:line="240" w:lineRule="auto"/>
        <w:jc w:val="center"/>
        <w:rPr>
          <w:rFonts w:ascii="PT Astra Serif" w:eastAsia="Times New Roman" w:hAnsi="PT Astra Serif"/>
          <w:sz w:val="24"/>
          <w:szCs w:val="24"/>
        </w:rPr>
      </w:pPr>
    </w:p>
    <w:p w:rsidR="00C86184" w:rsidRPr="00574A18" w:rsidRDefault="00C86184" w:rsidP="00D213C5">
      <w:pPr>
        <w:pStyle w:val="p3"/>
        <w:shd w:val="clear" w:color="auto" w:fill="FFFFFF"/>
        <w:spacing w:before="239" w:beforeAutospacing="0"/>
        <w:jc w:val="both"/>
        <w:rPr>
          <w:rFonts w:ascii="PT Astra Serif" w:hAnsi="PT Astra Serif"/>
        </w:rPr>
      </w:pPr>
    </w:p>
    <w:sectPr w:rsidR="00C86184" w:rsidRPr="00574A18" w:rsidSect="00574A18">
      <w:footerReference w:type="default" r:id="rId7"/>
      <w:headerReference w:type="first" r:id="rId8"/>
      <w:pgSz w:w="11906" w:h="16838"/>
      <w:pgMar w:top="352" w:right="566" w:bottom="720" w:left="1418" w:header="31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6535" w:rsidRDefault="00EA6535" w:rsidP="00B07DDC">
      <w:pPr>
        <w:spacing w:after="0" w:line="240" w:lineRule="auto"/>
      </w:pPr>
      <w:r>
        <w:separator/>
      </w:r>
    </w:p>
  </w:endnote>
  <w:endnote w:type="continuationSeparator" w:id="1">
    <w:p w:rsidR="00EA6535" w:rsidRDefault="00EA6535" w:rsidP="00B07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84392"/>
      <w:docPartObj>
        <w:docPartGallery w:val="Page Numbers (Bottom of Page)"/>
        <w:docPartUnique/>
      </w:docPartObj>
    </w:sdtPr>
    <w:sdtContent>
      <w:p w:rsidR="00574A18" w:rsidRDefault="00B5431D">
        <w:pPr>
          <w:pStyle w:val="a5"/>
          <w:jc w:val="right"/>
        </w:pPr>
        <w:fldSimple w:instr=" PAGE   \* MERGEFORMAT ">
          <w:r w:rsidR="0061073B">
            <w:rPr>
              <w:noProof/>
            </w:rPr>
            <w:t>3</w:t>
          </w:r>
        </w:fldSimple>
      </w:p>
    </w:sdtContent>
  </w:sdt>
  <w:p w:rsidR="00574A18" w:rsidRDefault="00574A1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6535" w:rsidRDefault="00EA6535" w:rsidP="00B07DDC">
      <w:pPr>
        <w:spacing w:after="0" w:line="240" w:lineRule="auto"/>
      </w:pPr>
      <w:r>
        <w:separator/>
      </w:r>
    </w:p>
  </w:footnote>
  <w:footnote w:type="continuationSeparator" w:id="1">
    <w:p w:rsidR="00EA6535" w:rsidRDefault="00EA6535" w:rsidP="00B07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646" w:rsidRDefault="00EA5646" w:rsidP="00B07DDC">
    <w:pPr>
      <w:pStyle w:val="a9"/>
      <w:tabs>
        <w:tab w:val="right" w:pos="9328"/>
      </w:tabs>
      <w:spacing w:line="276" w:lineRule="auto"/>
      <w:ind w:right="27"/>
      <w:rPr>
        <w:bCs w:val="0"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B2E5F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C7287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5A38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E48FF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BC1F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B027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3403E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0C70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ECE5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604EB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3C7834"/>
    <w:multiLevelType w:val="singleLevel"/>
    <w:tmpl w:val="8376BEB0"/>
    <w:lvl w:ilvl="0">
      <w:start w:val="1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1">
    <w:nsid w:val="05246E69"/>
    <w:multiLevelType w:val="hybridMultilevel"/>
    <w:tmpl w:val="EF423B28"/>
    <w:lvl w:ilvl="0" w:tplc="04190001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2">
    <w:nsid w:val="09901C37"/>
    <w:multiLevelType w:val="hybridMultilevel"/>
    <w:tmpl w:val="8F9A6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64332B"/>
    <w:multiLevelType w:val="singleLevel"/>
    <w:tmpl w:val="6576E49C"/>
    <w:lvl w:ilvl="0">
      <w:start w:val="1"/>
      <w:numFmt w:val="decimal"/>
      <w:lvlText w:val="2.2.%1."/>
      <w:legacy w:legacy="1" w:legacySpace="0" w:legacyIndent="620"/>
      <w:lvlJc w:val="left"/>
      <w:rPr>
        <w:rFonts w:ascii="Times New Roman" w:hAnsi="Times New Roman" w:cs="Times New Roman" w:hint="default"/>
      </w:rPr>
    </w:lvl>
  </w:abstractNum>
  <w:abstractNum w:abstractNumId="14">
    <w:nsid w:val="1A421491"/>
    <w:multiLevelType w:val="hybridMultilevel"/>
    <w:tmpl w:val="34AAD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885EE9"/>
    <w:multiLevelType w:val="hybridMultilevel"/>
    <w:tmpl w:val="9CFE6BD2"/>
    <w:lvl w:ilvl="0" w:tplc="B300B396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2B20D5F4">
      <w:numFmt w:val="none"/>
      <w:lvlText w:val=""/>
      <w:lvlJc w:val="left"/>
      <w:pPr>
        <w:tabs>
          <w:tab w:val="num" w:pos="360"/>
        </w:tabs>
      </w:pPr>
    </w:lvl>
    <w:lvl w:ilvl="2" w:tplc="A6105864">
      <w:numFmt w:val="none"/>
      <w:lvlText w:val=""/>
      <w:lvlJc w:val="left"/>
      <w:pPr>
        <w:tabs>
          <w:tab w:val="num" w:pos="360"/>
        </w:tabs>
      </w:pPr>
    </w:lvl>
    <w:lvl w:ilvl="3" w:tplc="5186FF66">
      <w:numFmt w:val="none"/>
      <w:lvlText w:val=""/>
      <w:lvlJc w:val="left"/>
      <w:pPr>
        <w:tabs>
          <w:tab w:val="num" w:pos="360"/>
        </w:tabs>
      </w:pPr>
    </w:lvl>
    <w:lvl w:ilvl="4" w:tplc="81C24CF2">
      <w:numFmt w:val="none"/>
      <w:lvlText w:val=""/>
      <w:lvlJc w:val="left"/>
      <w:pPr>
        <w:tabs>
          <w:tab w:val="num" w:pos="360"/>
        </w:tabs>
      </w:pPr>
    </w:lvl>
    <w:lvl w:ilvl="5" w:tplc="43DC9B5A">
      <w:numFmt w:val="none"/>
      <w:lvlText w:val=""/>
      <w:lvlJc w:val="left"/>
      <w:pPr>
        <w:tabs>
          <w:tab w:val="num" w:pos="360"/>
        </w:tabs>
      </w:pPr>
    </w:lvl>
    <w:lvl w:ilvl="6" w:tplc="7C287788">
      <w:numFmt w:val="none"/>
      <w:lvlText w:val=""/>
      <w:lvlJc w:val="left"/>
      <w:pPr>
        <w:tabs>
          <w:tab w:val="num" w:pos="360"/>
        </w:tabs>
      </w:pPr>
    </w:lvl>
    <w:lvl w:ilvl="7" w:tplc="2FA89886">
      <w:numFmt w:val="none"/>
      <w:lvlText w:val=""/>
      <w:lvlJc w:val="left"/>
      <w:pPr>
        <w:tabs>
          <w:tab w:val="num" w:pos="360"/>
        </w:tabs>
      </w:pPr>
    </w:lvl>
    <w:lvl w:ilvl="8" w:tplc="C98224D4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22555759"/>
    <w:multiLevelType w:val="multilevel"/>
    <w:tmpl w:val="61BA8F02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C2847AF"/>
    <w:multiLevelType w:val="hybridMultilevel"/>
    <w:tmpl w:val="257EC548"/>
    <w:lvl w:ilvl="0" w:tplc="F5C0703C">
      <w:start w:val="2"/>
      <w:numFmt w:val="decimal"/>
      <w:lvlText w:val="%1."/>
      <w:lvlJc w:val="left"/>
      <w:pPr>
        <w:tabs>
          <w:tab w:val="num" w:pos="543"/>
        </w:tabs>
        <w:ind w:left="5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3"/>
        </w:tabs>
        <w:ind w:left="12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3"/>
        </w:tabs>
        <w:ind w:left="19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3"/>
        </w:tabs>
        <w:ind w:left="27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3"/>
        </w:tabs>
        <w:ind w:left="34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3"/>
        </w:tabs>
        <w:ind w:left="41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3"/>
        </w:tabs>
        <w:ind w:left="48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3"/>
        </w:tabs>
        <w:ind w:left="55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3"/>
        </w:tabs>
        <w:ind w:left="6303" w:hanging="180"/>
      </w:pPr>
    </w:lvl>
  </w:abstractNum>
  <w:abstractNum w:abstractNumId="18">
    <w:nsid w:val="37BF6055"/>
    <w:multiLevelType w:val="hybridMultilevel"/>
    <w:tmpl w:val="1F3E0432"/>
    <w:lvl w:ilvl="0" w:tplc="4E767202">
      <w:start w:val="1"/>
      <w:numFmt w:val="decimal"/>
      <w:lvlText w:val="%1."/>
      <w:lvlJc w:val="left"/>
      <w:pPr>
        <w:ind w:left="5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1" w:hanging="360"/>
      </w:pPr>
    </w:lvl>
    <w:lvl w:ilvl="2" w:tplc="0419001B" w:tentative="1">
      <w:start w:val="1"/>
      <w:numFmt w:val="lowerRoman"/>
      <w:lvlText w:val="%3."/>
      <w:lvlJc w:val="right"/>
      <w:pPr>
        <w:ind w:left="2021" w:hanging="180"/>
      </w:pPr>
    </w:lvl>
    <w:lvl w:ilvl="3" w:tplc="0419000F" w:tentative="1">
      <w:start w:val="1"/>
      <w:numFmt w:val="decimal"/>
      <w:lvlText w:val="%4."/>
      <w:lvlJc w:val="left"/>
      <w:pPr>
        <w:ind w:left="2741" w:hanging="360"/>
      </w:pPr>
    </w:lvl>
    <w:lvl w:ilvl="4" w:tplc="04190019" w:tentative="1">
      <w:start w:val="1"/>
      <w:numFmt w:val="lowerLetter"/>
      <w:lvlText w:val="%5."/>
      <w:lvlJc w:val="left"/>
      <w:pPr>
        <w:ind w:left="3461" w:hanging="360"/>
      </w:pPr>
    </w:lvl>
    <w:lvl w:ilvl="5" w:tplc="0419001B" w:tentative="1">
      <w:start w:val="1"/>
      <w:numFmt w:val="lowerRoman"/>
      <w:lvlText w:val="%6."/>
      <w:lvlJc w:val="right"/>
      <w:pPr>
        <w:ind w:left="4181" w:hanging="180"/>
      </w:pPr>
    </w:lvl>
    <w:lvl w:ilvl="6" w:tplc="0419000F" w:tentative="1">
      <w:start w:val="1"/>
      <w:numFmt w:val="decimal"/>
      <w:lvlText w:val="%7."/>
      <w:lvlJc w:val="left"/>
      <w:pPr>
        <w:ind w:left="4901" w:hanging="360"/>
      </w:pPr>
    </w:lvl>
    <w:lvl w:ilvl="7" w:tplc="04190019" w:tentative="1">
      <w:start w:val="1"/>
      <w:numFmt w:val="lowerLetter"/>
      <w:lvlText w:val="%8."/>
      <w:lvlJc w:val="left"/>
      <w:pPr>
        <w:ind w:left="5621" w:hanging="360"/>
      </w:pPr>
    </w:lvl>
    <w:lvl w:ilvl="8" w:tplc="0419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9">
    <w:nsid w:val="3F962797"/>
    <w:multiLevelType w:val="multilevel"/>
    <w:tmpl w:val="7234D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0">
    <w:nsid w:val="44B813E3"/>
    <w:multiLevelType w:val="hybridMultilevel"/>
    <w:tmpl w:val="3A7632A4"/>
    <w:lvl w:ilvl="0" w:tplc="084EE3F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A100CC"/>
    <w:multiLevelType w:val="singleLevel"/>
    <w:tmpl w:val="817270EA"/>
    <w:lvl w:ilvl="0">
      <w:start w:val="1"/>
      <w:numFmt w:val="decimal"/>
      <w:lvlText w:val="3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22">
    <w:nsid w:val="53867FCA"/>
    <w:multiLevelType w:val="hybridMultilevel"/>
    <w:tmpl w:val="16423296"/>
    <w:lvl w:ilvl="0" w:tplc="582268EC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FBC155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A90229C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5FAB1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B32A9E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18C1A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99DAB2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FDED1B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3EA259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3">
    <w:nsid w:val="5B337E47"/>
    <w:multiLevelType w:val="singleLevel"/>
    <w:tmpl w:val="8A545F04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4">
    <w:nsid w:val="5BE359C9"/>
    <w:multiLevelType w:val="singleLevel"/>
    <w:tmpl w:val="7398218E"/>
    <w:lvl w:ilvl="0">
      <w:start w:val="1"/>
      <w:numFmt w:val="decimal"/>
      <w:lvlText w:val="1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25">
    <w:nsid w:val="66B85C6D"/>
    <w:multiLevelType w:val="singleLevel"/>
    <w:tmpl w:val="3866008E"/>
    <w:lvl w:ilvl="0">
      <w:start w:val="1"/>
      <w:numFmt w:val="decimal"/>
      <w:lvlText w:val="2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6">
    <w:nsid w:val="686663AE"/>
    <w:multiLevelType w:val="singleLevel"/>
    <w:tmpl w:val="949211BE"/>
    <w:lvl w:ilvl="0">
      <w:start w:val="6"/>
      <w:numFmt w:val="decimal"/>
      <w:lvlText w:val="5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7">
    <w:nsid w:val="6E7005C3"/>
    <w:multiLevelType w:val="hybridMultilevel"/>
    <w:tmpl w:val="01B2558E"/>
    <w:lvl w:ilvl="0" w:tplc="04190001">
      <w:start w:val="1"/>
      <w:numFmt w:val="bullet"/>
      <w:lvlText w:val=""/>
      <w:lvlJc w:val="left"/>
      <w:pPr>
        <w:tabs>
          <w:tab w:val="num" w:pos="903"/>
        </w:tabs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5"/>
  </w:num>
  <w:num w:numId="3">
    <w:abstractNumId w:val="21"/>
  </w:num>
  <w:num w:numId="4">
    <w:abstractNumId w:val="13"/>
  </w:num>
  <w:num w:numId="5">
    <w:abstractNumId w:val="26"/>
  </w:num>
  <w:num w:numId="6">
    <w:abstractNumId w:val="10"/>
  </w:num>
  <w:num w:numId="7">
    <w:abstractNumId w:val="27"/>
  </w:num>
  <w:num w:numId="8">
    <w:abstractNumId w:val="11"/>
  </w:num>
  <w:num w:numId="9">
    <w:abstractNumId w:val="17"/>
  </w:num>
  <w:num w:numId="10">
    <w:abstractNumId w:val="20"/>
  </w:num>
  <w:num w:numId="11">
    <w:abstractNumId w:val="22"/>
  </w:num>
  <w:num w:numId="12">
    <w:abstractNumId w:val="19"/>
  </w:num>
  <w:num w:numId="13">
    <w:abstractNumId w:val="22"/>
  </w:num>
  <w:num w:numId="14">
    <w:abstractNumId w:val="12"/>
  </w:num>
  <w:num w:numId="15">
    <w:abstractNumId w:val="16"/>
  </w:num>
  <w:num w:numId="16">
    <w:abstractNumId w:val="15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3"/>
  </w:num>
  <w:num w:numId="28">
    <w:abstractNumId w:val="14"/>
  </w:num>
  <w:num w:numId="2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BE4634"/>
    <w:rsid w:val="00000EAE"/>
    <w:rsid w:val="00005EA2"/>
    <w:rsid w:val="0001172C"/>
    <w:rsid w:val="00012D42"/>
    <w:rsid w:val="00014A3C"/>
    <w:rsid w:val="00016B57"/>
    <w:rsid w:val="00044F2C"/>
    <w:rsid w:val="0005499E"/>
    <w:rsid w:val="00055E67"/>
    <w:rsid w:val="00062E4F"/>
    <w:rsid w:val="00066383"/>
    <w:rsid w:val="00067C5C"/>
    <w:rsid w:val="00072355"/>
    <w:rsid w:val="0008530C"/>
    <w:rsid w:val="000855CC"/>
    <w:rsid w:val="000928CB"/>
    <w:rsid w:val="000A0CDF"/>
    <w:rsid w:val="000B6EB3"/>
    <w:rsid w:val="000C32FC"/>
    <w:rsid w:val="000D2D26"/>
    <w:rsid w:val="000D5F51"/>
    <w:rsid w:val="000E17DF"/>
    <w:rsid w:val="000E195D"/>
    <w:rsid w:val="000E2EBA"/>
    <w:rsid w:val="000E4D55"/>
    <w:rsid w:val="00105417"/>
    <w:rsid w:val="00105632"/>
    <w:rsid w:val="0011216F"/>
    <w:rsid w:val="00117D0E"/>
    <w:rsid w:val="00125C3A"/>
    <w:rsid w:val="00136FC2"/>
    <w:rsid w:val="0014081E"/>
    <w:rsid w:val="00141C26"/>
    <w:rsid w:val="00152BAB"/>
    <w:rsid w:val="001617C2"/>
    <w:rsid w:val="00171BB4"/>
    <w:rsid w:val="00174E25"/>
    <w:rsid w:val="001764DC"/>
    <w:rsid w:val="001813EA"/>
    <w:rsid w:val="001A10F4"/>
    <w:rsid w:val="001B060A"/>
    <w:rsid w:val="001B5704"/>
    <w:rsid w:val="001C0C09"/>
    <w:rsid w:val="001E2956"/>
    <w:rsid w:val="002103D3"/>
    <w:rsid w:val="002109F9"/>
    <w:rsid w:val="00211BCF"/>
    <w:rsid w:val="002231BF"/>
    <w:rsid w:val="002341E8"/>
    <w:rsid w:val="00237408"/>
    <w:rsid w:val="00241611"/>
    <w:rsid w:val="00246AEC"/>
    <w:rsid w:val="00252850"/>
    <w:rsid w:val="002570EB"/>
    <w:rsid w:val="00263B61"/>
    <w:rsid w:val="00264439"/>
    <w:rsid w:val="0026521B"/>
    <w:rsid w:val="00271CBF"/>
    <w:rsid w:val="002801B5"/>
    <w:rsid w:val="00283709"/>
    <w:rsid w:val="00285FAD"/>
    <w:rsid w:val="0029223D"/>
    <w:rsid w:val="00295D4A"/>
    <w:rsid w:val="002A67EB"/>
    <w:rsid w:val="002B245B"/>
    <w:rsid w:val="002B52DB"/>
    <w:rsid w:val="002C65F6"/>
    <w:rsid w:val="002D2540"/>
    <w:rsid w:val="002D697C"/>
    <w:rsid w:val="0030164F"/>
    <w:rsid w:val="00314C2E"/>
    <w:rsid w:val="00320D3C"/>
    <w:rsid w:val="00320E79"/>
    <w:rsid w:val="00333531"/>
    <w:rsid w:val="003412DB"/>
    <w:rsid w:val="003452CD"/>
    <w:rsid w:val="0035004E"/>
    <w:rsid w:val="0035017B"/>
    <w:rsid w:val="00356151"/>
    <w:rsid w:val="0037504B"/>
    <w:rsid w:val="003A63D7"/>
    <w:rsid w:val="003A669E"/>
    <w:rsid w:val="003C4B66"/>
    <w:rsid w:val="003C4C7E"/>
    <w:rsid w:val="003D259A"/>
    <w:rsid w:val="003F41C3"/>
    <w:rsid w:val="0040079C"/>
    <w:rsid w:val="00437490"/>
    <w:rsid w:val="00454712"/>
    <w:rsid w:val="00464339"/>
    <w:rsid w:val="0047238E"/>
    <w:rsid w:val="004734CA"/>
    <w:rsid w:val="004940F8"/>
    <w:rsid w:val="004B1C5B"/>
    <w:rsid w:val="004D6937"/>
    <w:rsid w:val="004D7DD2"/>
    <w:rsid w:val="004E3532"/>
    <w:rsid w:val="004F5497"/>
    <w:rsid w:val="004F5873"/>
    <w:rsid w:val="004F6CB3"/>
    <w:rsid w:val="005068E2"/>
    <w:rsid w:val="00515970"/>
    <w:rsid w:val="00521DBB"/>
    <w:rsid w:val="005475D3"/>
    <w:rsid w:val="005534BF"/>
    <w:rsid w:val="00554560"/>
    <w:rsid w:val="005663CE"/>
    <w:rsid w:val="00574A18"/>
    <w:rsid w:val="005750AE"/>
    <w:rsid w:val="00577F03"/>
    <w:rsid w:val="00586057"/>
    <w:rsid w:val="00587933"/>
    <w:rsid w:val="005A45E8"/>
    <w:rsid w:val="005A5C49"/>
    <w:rsid w:val="005A6BE0"/>
    <w:rsid w:val="005B3445"/>
    <w:rsid w:val="005B4896"/>
    <w:rsid w:val="005B4F58"/>
    <w:rsid w:val="005B71A4"/>
    <w:rsid w:val="005C2747"/>
    <w:rsid w:val="005D2FA9"/>
    <w:rsid w:val="005F2BF7"/>
    <w:rsid w:val="005F4926"/>
    <w:rsid w:val="0061073B"/>
    <w:rsid w:val="00612D82"/>
    <w:rsid w:val="00615804"/>
    <w:rsid w:val="006439A8"/>
    <w:rsid w:val="006571C9"/>
    <w:rsid w:val="0066203E"/>
    <w:rsid w:val="00666014"/>
    <w:rsid w:val="00666970"/>
    <w:rsid w:val="00667CF9"/>
    <w:rsid w:val="0067536F"/>
    <w:rsid w:val="006759EB"/>
    <w:rsid w:val="0068340A"/>
    <w:rsid w:val="006B1571"/>
    <w:rsid w:val="006B394D"/>
    <w:rsid w:val="006B3ED3"/>
    <w:rsid w:val="006C2685"/>
    <w:rsid w:val="006D1839"/>
    <w:rsid w:val="006F3427"/>
    <w:rsid w:val="006F7784"/>
    <w:rsid w:val="00706B63"/>
    <w:rsid w:val="00713B9F"/>
    <w:rsid w:val="00714159"/>
    <w:rsid w:val="0071681E"/>
    <w:rsid w:val="00720280"/>
    <w:rsid w:val="00722599"/>
    <w:rsid w:val="007245E7"/>
    <w:rsid w:val="0074108B"/>
    <w:rsid w:val="00745696"/>
    <w:rsid w:val="007469B2"/>
    <w:rsid w:val="00757DCC"/>
    <w:rsid w:val="00776C07"/>
    <w:rsid w:val="00781BF2"/>
    <w:rsid w:val="007A26BF"/>
    <w:rsid w:val="007D0B85"/>
    <w:rsid w:val="007D4899"/>
    <w:rsid w:val="008006AE"/>
    <w:rsid w:val="0080139C"/>
    <w:rsid w:val="00802A7E"/>
    <w:rsid w:val="00820F84"/>
    <w:rsid w:val="00821C77"/>
    <w:rsid w:val="00830C9A"/>
    <w:rsid w:val="00852773"/>
    <w:rsid w:val="0086314D"/>
    <w:rsid w:val="008676F3"/>
    <w:rsid w:val="00875EAA"/>
    <w:rsid w:val="008767CB"/>
    <w:rsid w:val="008A0E54"/>
    <w:rsid w:val="008A5CDD"/>
    <w:rsid w:val="008C234D"/>
    <w:rsid w:val="008D09EC"/>
    <w:rsid w:val="008D2BBB"/>
    <w:rsid w:val="008E4745"/>
    <w:rsid w:val="008F3732"/>
    <w:rsid w:val="008F4638"/>
    <w:rsid w:val="00904CA0"/>
    <w:rsid w:val="00912A30"/>
    <w:rsid w:val="00933955"/>
    <w:rsid w:val="00940597"/>
    <w:rsid w:val="00940B4A"/>
    <w:rsid w:val="00942020"/>
    <w:rsid w:val="00947D0D"/>
    <w:rsid w:val="0096788D"/>
    <w:rsid w:val="00984739"/>
    <w:rsid w:val="0099340F"/>
    <w:rsid w:val="009A3708"/>
    <w:rsid w:val="009B00B9"/>
    <w:rsid w:val="009B189C"/>
    <w:rsid w:val="009B45C8"/>
    <w:rsid w:val="009C6DC2"/>
    <w:rsid w:val="009D3CA5"/>
    <w:rsid w:val="009D6279"/>
    <w:rsid w:val="009F493B"/>
    <w:rsid w:val="009F5DCA"/>
    <w:rsid w:val="00A04286"/>
    <w:rsid w:val="00A05E5E"/>
    <w:rsid w:val="00A0622B"/>
    <w:rsid w:val="00A10391"/>
    <w:rsid w:val="00A3166C"/>
    <w:rsid w:val="00A339BC"/>
    <w:rsid w:val="00A363E9"/>
    <w:rsid w:val="00A36E79"/>
    <w:rsid w:val="00A37954"/>
    <w:rsid w:val="00A37A7D"/>
    <w:rsid w:val="00A41DDF"/>
    <w:rsid w:val="00A43BAA"/>
    <w:rsid w:val="00A45A3D"/>
    <w:rsid w:val="00A55339"/>
    <w:rsid w:val="00A56395"/>
    <w:rsid w:val="00A57255"/>
    <w:rsid w:val="00A60224"/>
    <w:rsid w:val="00A75246"/>
    <w:rsid w:val="00A8714A"/>
    <w:rsid w:val="00AA624E"/>
    <w:rsid w:val="00AB456F"/>
    <w:rsid w:val="00AB4694"/>
    <w:rsid w:val="00AB7282"/>
    <w:rsid w:val="00AB7FCF"/>
    <w:rsid w:val="00AC7AA1"/>
    <w:rsid w:val="00AD170F"/>
    <w:rsid w:val="00AD223F"/>
    <w:rsid w:val="00AD56B3"/>
    <w:rsid w:val="00AD7938"/>
    <w:rsid w:val="00B00580"/>
    <w:rsid w:val="00B029D9"/>
    <w:rsid w:val="00B03151"/>
    <w:rsid w:val="00B07DDC"/>
    <w:rsid w:val="00B14B0E"/>
    <w:rsid w:val="00B1787D"/>
    <w:rsid w:val="00B3192B"/>
    <w:rsid w:val="00B35B44"/>
    <w:rsid w:val="00B45D73"/>
    <w:rsid w:val="00B5431D"/>
    <w:rsid w:val="00B54A8F"/>
    <w:rsid w:val="00B56632"/>
    <w:rsid w:val="00B7549C"/>
    <w:rsid w:val="00B851BF"/>
    <w:rsid w:val="00B86A3D"/>
    <w:rsid w:val="00B95F0D"/>
    <w:rsid w:val="00BB1298"/>
    <w:rsid w:val="00BB1C34"/>
    <w:rsid w:val="00BB4BFB"/>
    <w:rsid w:val="00BE2B30"/>
    <w:rsid w:val="00BE3016"/>
    <w:rsid w:val="00BE4634"/>
    <w:rsid w:val="00BE72CA"/>
    <w:rsid w:val="00C01107"/>
    <w:rsid w:val="00C02C1C"/>
    <w:rsid w:val="00C06171"/>
    <w:rsid w:val="00C165E4"/>
    <w:rsid w:val="00C50C54"/>
    <w:rsid w:val="00C55017"/>
    <w:rsid w:val="00C612DF"/>
    <w:rsid w:val="00C62A2E"/>
    <w:rsid w:val="00C67169"/>
    <w:rsid w:val="00C72556"/>
    <w:rsid w:val="00C82DFB"/>
    <w:rsid w:val="00C86184"/>
    <w:rsid w:val="00C92AF3"/>
    <w:rsid w:val="00C93763"/>
    <w:rsid w:val="00CA5B1E"/>
    <w:rsid w:val="00CA68D4"/>
    <w:rsid w:val="00CA7D0B"/>
    <w:rsid w:val="00CB25A8"/>
    <w:rsid w:val="00CB640B"/>
    <w:rsid w:val="00CC0C15"/>
    <w:rsid w:val="00CC421F"/>
    <w:rsid w:val="00CE46A4"/>
    <w:rsid w:val="00CF41C9"/>
    <w:rsid w:val="00D05219"/>
    <w:rsid w:val="00D10BC8"/>
    <w:rsid w:val="00D1137B"/>
    <w:rsid w:val="00D13D83"/>
    <w:rsid w:val="00D213C5"/>
    <w:rsid w:val="00D364EE"/>
    <w:rsid w:val="00D6690A"/>
    <w:rsid w:val="00D71B9D"/>
    <w:rsid w:val="00D82F61"/>
    <w:rsid w:val="00D90BBC"/>
    <w:rsid w:val="00DA6A98"/>
    <w:rsid w:val="00DB5C0A"/>
    <w:rsid w:val="00DC557E"/>
    <w:rsid w:val="00DC7B6A"/>
    <w:rsid w:val="00DD27FC"/>
    <w:rsid w:val="00DD6E60"/>
    <w:rsid w:val="00DE32DF"/>
    <w:rsid w:val="00E00243"/>
    <w:rsid w:val="00E20A3B"/>
    <w:rsid w:val="00E44445"/>
    <w:rsid w:val="00E44F65"/>
    <w:rsid w:val="00E57525"/>
    <w:rsid w:val="00E669AB"/>
    <w:rsid w:val="00E725EF"/>
    <w:rsid w:val="00E84A5F"/>
    <w:rsid w:val="00E924B8"/>
    <w:rsid w:val="00E953C4"/>
    <w:rsid w:val="00EA0C5A"/>
    <w:rsid w:val="00EA1E03"/>
    <w:rsid w:val="00EA2EED"/>
    <w:rsid w:val="00EA3AE8"/>
    <w:rsid w:val="00EA4E34"/>
    <w:rsid w:val="00EA5646"/>
    <w:rsid w:val="00EA6535"/>
    <w:rsid w:val="00EC19F2"/>
    <w:rsid w:val="00F0184D"/>
    <w:rsid w:val="00F02B6A"/>
    <w:rsid w:val="00F050DB"/>
    <w:rsid w:val="00F06F19"/>
    <w:rsid w:val="00F11925"/>
    <w:rsid w:val="00F31354"/>
    <w:rsid w:val="00F34E89"/>
    <w:rsid w:val="00F46E71"/>
    <w:rsid w:val="00F536BD"/>
    <w:rsid w:val="00F57864"/>
    <w:rsid w:val="00F6005F"/>
    <w:rsid w:val="00F61103"/>
    <w:rsid w:val="00F649D3"/>
    <w:rsid w:val="00F771F7"/>
    <w:rsid w:val="00F91108"/>
    <w:rsid w:val="00F92A22"/>
    <w:rsid w:val="00F9666E"/>
    <w:rsid w:val="00F96EBE"/>
    <w:rsid w:val="00FA6260"/>
    <w:rsid w:val="00FC17EB"/>
    <w:rsid w:val="00FC7461"/>
    <w:rsid w:val="00FC7CBB"/>
    <w:rsid w:val="00FD69F8"/>
    <w:rsid w:val="00FE391D"/>
    <w:rsid w:val="00FE5FE6"/>
    <w:rsid w:val="00FF1B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1DBB"/>
    <w:pPr>
      <w:spacing w:after="200" w:line="276" w:lineRule="auto"/>
    </w:pPr>
    <w:rPr>
      <w:sz w:val="22"/>
      <w:szCs w:val="22"/>
      <w:lang w:eastAsia="en-US"/>
    </w:rPr>
  </w:style>
  <w:style w:type="paragraph" w:styleId="5">
    <w:name w:val="heading 5"/>
    <w:basedOn w:val="a"/>
    <w:next w:val="a"/>
    <w:qFormat/>
    <w:rsid w:val="00B95F0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7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7DDC"/>
  </w:style>
  <w:style w:type="paragraph" w:styleId="a5">
    <w:name w:val="footer"/>
    <w:basedOn w:val="a"/>
    <w:link w:val="a6"/>
    <w:uiPriority w:val="99"/>
    <w:unhideWhenUsed/>
    <w:rsid w:val="00B07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7DDC"/>
  </w:style>
  <w:style w:type="paragraph" w:styleId="a7">
    <w:name w:val="Balloon Text"/>
    <w:basedOn w:val="a"/>
    <w:link w:val="a8"/>
    <w:uiPriority w:val="99"/>
    <w:semiHidden/>
    <w:unhideWhenUsed/>
    <w:rsid w:val="00B07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7DDC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nhideWhenUsed/>
    <w:rsid w:val="00B07DD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B07DD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No Spacing"/>
    <w:qFormat/>
    <w:rsid w:val="00B07DDC"/>
    <w:rPr>
      <w:sz w:val="22"/>
      <w:szCs w:val="22"/>
      <w:lang w:eastAsia="en-US"/>
    </w:rPr>
  </w:style>
  <w:style w:type="table" w:styleId="ac">
    <w:name w:val="Table Grid"/>
    <w:basedOn w:val="a1"/>
    <w:uiPriority w:val="59"/>
    <w:rsid w:val="00B07D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uiPriority w:val="99"/>
    <w:semiHidden/>
    <w:unhideWhenUsed/>
    <w:rsid w:val="00044F2C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4F2C"/>
  </w:style>
  <w:style w:type="paragraph" w:styleId="af">
    <w:name w:val="List Paragraph"/>
    <w:basedOn w:val="a"/>
    <w:uiPriority w:val="34"/>
    <w:qFormat/>
    <w:rsid w:val="00521DBB"/>
    <w:pPr>
      <w:ind w:left="720"/>
      <w:contextualSpacing/>
    </w:pPr>
  </w:style>
  <w:style w:type="paragraph" w:customStyle="1" w:styleId="Style3">
    <w:name w:val="Style3"/>
    <w:basedOn w:val="a"/>
    <w:rsid w:val="001813EA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1813EA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1813EA"/>
    <w:pPr>
      <w:widowControl w:val="0"/>
      <w:autoSpaceDE w:val="0"/>
      <w:autoSpaceDN w:val="0"/>
      <w:adjustRightInd w:val="0"/>
      <w:spacing w:after="0" w:line="271" w:lineRule="exact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1813EA"/>
    <w:pPr>
      <w:widowControl w:val="0"/>
      <w:autoSpaceDE w:val="0"/>
      <w:autoSpaceDN w:val="0"/>
      <w:adjustRightInd w:val="0"/>
      <w:spacing w:after="0" w:line="271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27FC"/>
  </w:style>
  <w:style w:type="paragraph" w:customStyle="1" w:styleId="p3">
    <w:name w:val="p3"/>
    <w:basedOn w:val="a"/>
    <w:rsid w:val="00DD27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basedOn w:val="a0"/>
    <w:rsid w:val="00DD27FC"/>
  </w:style>
  <w:style w:type="paragraph" w:customStyle="1" w:styleId="p4">
    <w:name w:val="p4"/>
    <w:basedOn w:val="a"/>
    <w:rsid w:val="00DD27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4">
    <w:name w:val="s4"/>
    <w:basedOn w:val="a0"/>
    <w:rsid w:val="00DD27FC"/>
  </w:style>
  <w:style w:type="paragraph" w:customStyle="1" w:styleId="p5">
    <w:name w:val="p5"/>
    <w:basedOn w:val="a"/>
    <w:rsid w:val="00DD27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5">
    <w:name w:val="s5"/>
    <w:basedOn w:val="a0"/>
    <w:rsid w:val="00DD27FC"/>
  </w:style>
  <w:style w:type="paragraph" w:styleId="af0">
    <w:name w:val="footnote text"/>
    <w:basedOn w:val="a"/>
    <w:link w:val="af1"/>
    <w:rsid w:val="008F3732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rsid w:val="008F3732"/>
    <w:rPr>
      <w:rFonts w:ascii="Times New Roman" w:eastAsia="Times New Roman" w:hAnsi="Times New Roman"/>
    </w:rPr>
  </w:style>
  <w:style w:type="character" w:styleId="af2">
    <w:name w:val="footnote reference"/>
    <w:basedOn w:val="a0"/>
    <w:rsid w:val="008F3732"/>
    <w:rPr>
      <w:vertAlign w:val="superscript"/>
    </w:rPr>
  </w:style>
  <w:style w:type="character" w:styleId="af3">
    <w:name w:val="Hyperlink"/>
    <w:basedOn w:val="a0"/>
    <w:rsid w:val="008F373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0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3;&#1080;&#1082;&#1086;&#1083;&#1072;&#1081;%20&#1048;&#1074;&#1072;&#1085;&#1086;&#1074;&#1080;&#1095;\&#1056;&#1072;&#1073;&#1086;&#1095;&#1080;&#1081;%20&#1089;&#1090;&#1086;&#1083;\&#1052;&#1086;&#1103;%20&#1088;&#1072;&#1073;&#1086;&#1090;&#1072;\&#1044;&#1054;&#1050;&#1059;&#1052;&#1045;&#1053;&#1058;&#1040;&#1062;&#1048;&#1071;%20&#1052;&#1054;\2008%20&#1075;&#1086;&#1076;\&#1055;&#1086;&#1089;&#1090;&#1072;&#1085;&#1086;&#1074;&#1083;&#1077;&#1085;&#1080;&#1077;%20&#1043;&#1083;&#1072;&#1074;&#1099;%20&#1055;&#1086;&#1089;&#1077;&#1083;&#1077;&#1085;&#1080;&#1103;\&#1096;&#1072;&#1073;&#1083;&#1086;&#1085;%20&#1087;&#1086;&#1089;&#1090;&#1072;&#1085;&#1086;&#1074;&#1083;&#1077;&#1085;&#1080;&#110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</Template>
  <TotalTime>69</TotalTime>
  <Pages>1</Pages>
  <Words>1166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10</vt:lpstr>
    </vt:vector>
  </TitlesOfParts>
  <Company>Grizli777</Company>
  <LinksUpToDate>false</LinksUpToDate>
  <CharactersWithSpaces>7800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creator>Николай Иванович Гейко</dc:creator>
  <cp:lastModifiedBy>Новомихайлока</cp:lastModifiedBy>
  <cp:revision>7</cp:revision>
  <cp:lastPrinted>2019-02-28T04:39:00Z</cp:lastPrinted>
  <dcterms:created xsi:type="dcterms:W3CDTF">2018-01-23T07:23:00Z</dcterms:created>
  <dcterms:modified xsi:type="dcterms:W3CDTF">2019-02-28T04:46:00Z</dcterms:modified>
</cp:coreProperties>
</file>